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79B" w:rsidRDefault="005D779B" w:rsidP="00CB0004">
      <w:pPr>
        <w:pStyle w:val="Heading1"/>
      </w:pPr>
      <w:bookmarkStart w:id="0" w:name="_GoBack"/>
      <w:bookmarkEnd w:id="0"/>
      <w:r>
        <w:t>Integrating a package with the libSBML source tree</w:t>
      </w:r>
    </w:p>
    <w:p w:rsidR="005D779B" w:rsidRDefault="005D779B" w:rsidP="00D2289E">
      <w:r>
        <w:t xml:space="preserve">This document describes the mechanism that integrates a new libSBML package with the libSBML 5 CMake build system. This integration will allow to: </w:t>
      </w:r>
    </w:p>
    <w:p w:rsidR="005D779B" w:rsidRDefault="005D779B" w:rsidP="00D2289E">
      <w:pPr>
        <w:pStyle w:val="ListParagraph"/>
        <w:numPr>
          <w:ilvl w:val="0"/>
          <w:numId w:val="1"/>
        </w:numPr>
      </w:pPr>
      <w:r>
        <w:t>Build the package for testing purposes against a prior build of libsbml5</w:t>
      </w:r>
    </w:p>
    <w:p w:rsidR="005D779B" w:rsidRDefault="005D779B" w:rsidP="00D2289E">
      <w:pPr>
        <w:pStyle w:val="ListParagraph"/>
        <w:numPr>
          <w:ilvl w:val="0"/>
          <w:numId w:val="1"/>
        </w:numPr>
      </w:pPr>
      <w:r>
        <w:t xml:space="preserve">Integrate the package sources with the libSBML5 source tree. </w:t>
      </w:r>
    </w:p>
    <w:p w:rsidR="005D779B" w:rsidRDefault="005D779B" w:rsidP="00D2289E">
      <w:pPr>
        <w:pStyle w:val="ListParagraph"/>
        <w:numPr>
          <w:ilvl w:val="0"/>
          <w:numId w:val="1"/>
        </w:numPr>
      </w:pPr>
      <w:r>
        <w:t>Remove the package sources from the libSBML5 source tree.</w:t>
      </w:r>
    </w:p>
    <w:p w:rsidR="005D779B" w:rsidRDefault="005D779B" w:rsidP="00057041">
      <w:r>
        <w:t xml:space="preserve">This document does not describe how to write LibSBML 5 packages. For information on this please see Akiya’s documentation here: </w:t>
      </w:r>
    </w:p>
    <w:p w:rsidR="005D779B" w:rsidRDefault="005D779B" w:rsidP="00057041">
      <w:hyperlink r:id="rId5" w:history="1">
        <w:r>
          <w:rPr>
            <w:rStyle w:val="Hyperlink"/>
          </w:rPr>
          <w:t>http://sbml.svn.sourceforge.net/viewvc/sbml/branches/libsbml-5/docs/</w:t>
        </w:r>
      </w:hyperlink>
      <w:r>
        <w:t xml:space="preserve"> </w:t>
      </w:r>
    </w:p>
    <w:p w:rsidR="005D779B" w:rsidRDefault="005D779B" w:rsidP="00EC3451">
      <w:pPr>
        <w:pStyle w:val="Heading1"/>
      </w:pPr>
      <w:r>
        <w:t>The directory structure</w:t>
      </w:r>
    </w:p>
    <w:p w:rsidR="005D779B" w:rsidRDefault="005D779B" w:rsidP="0086005E">
      <w:r>
        <w:t xml:space="preserve">Packages should use the following directory structure: </w:t>
      </w:r>
    </w:p>
    <w:p w:rsidR="005D779B" w:rsidRPr="00E54EBD" w:rsidRDefault="005D779B" w:rsidP="00E54EBD">
      <w:pPr>
        <w:pStyle w:val="Listing"/>
      </w:pPr>
      <w:r w:rsidRPr="00E54EBD">
        <w:t>&lt;package root&gt;</w:t>
      </w:r>
    </w:p>
    <w:p w:rsidR="005D779B" w:rsidRPr="00E54EBD" w:rsidRDefault="005D779B" w:rsidP="00E54EBD">
      <w:pPr>
        <w:pStyle w:val="Listing"/>
      </w:pPr>
      <w:r w:rsidRPr="00E54EBD">
        <w:t xml:space="preserve">   |-examples</w:t>
      </w:r>
    </w:p>
    <w:p w:rsidR="005D779B" w:rsidRPr="00E54EBD" w:rsidRDefault="005D779B" w:rsidP="00E54EBD">
      <w:pPr>
        <w:pStyle w:val="Listing"/>
      </w:pPr>
      <w:r w:rsidRPr="00E54EBD">
        <w:t xml:space="preserve">   |---c++</w:t>
      </w:r>
    </w:p>
    <w:p w:rsidR="005D779B" w:rsidRPr="00E54EBD" w:rsidRDefault="005D779B" w:rsidP="00E54EBD">
      <w:pPr>
        <w:pStyle w:val="Listing"/>
      </w:pPr>
      <w:r w:rsidRPr="00E54EBD">
        <w:t xml:space="preserve">   |---csharp</w:t>
      </w:r>
    </w:p>
    <w:p w:rsidR="005D779B" w:rsidRPr="00E54EBD" w:rsidRDefault="005D779B" w:rsidP="00E54EBD">
      <w:pPr>
        <w:pStyle w:val="Listing"/>
      </w:pPr>
      <w:r w:rsidRPr="00E54EBD">
        <w:t xml:space="preserve">   |---java</w:t>
      </w:r>
    </w:p>
    <w:p w:rsidR="005D779B" w:rsidRPr="00E54EBD" w:rsidRDefault="005D779B" w:rsidP="00E54EBD">
      <w:pPr>
        <w:pStyle w:val="Listing"/>
      </w:pPr>
      <w:r w:rsidRPr="00E54EBD">
        <w:t xml:space="preserve">   |---perl</w:t>
      </w:r>
    </w:p>
    <w:p w:rsidR="005D779B" w:rsidRPr="00E54EBD" w:rsidRDefault="005D779B" w:rsidP="00E54EBD">
      <w:pPr>
        <w:pStyle w:val="Listing"/>
      </w:pPr>
      <w:r w:rsidRPr="00E54EBD">
        <w:t xml:space="preserve">   |---python</w:t>
      </w:r>
    </w:p>
    <w:p w:rsidR="005D779B" w:rsidRPr="00E54EBD" w:rsidRDefault="005D779B" w:rsidP="00E54EBD">
      <w:pPr>
        <w:pStyle w:val="Listing"/>
      </w:pPr>
      <w:r w:rsidRPr="00E54EBD">
        <w:t xml:space="preserve">   |---ruby</w:t>
      </w:r>
    </w:p>
    <w:p w:rsidR="005D779B" w:rsidRPr="00E54EBD" w:rsidRDefault="005D779B" w:rsidP="00E54EBD">
      <w:pPr>
        <w:pStyle w:val="Listing"/>
      </w:pPr>
      <w:r w:rsidRPr="00E54EBD">
        <w:t xml:space="preserve">   |-src</w:t>
      </w:r>
    </w:p>
    <w:p w:rsidR="005D779B" w:rsidRPr="00E54EBD" w:rsidRDefault="005D779B" w:rsidP="00E54EBD">
      <w:pPr>
        <w:pStyle w:val="Listing"/>
      </w:pPr>
      <w:r w:rsidRPr="00E54EBD">
        <w:t xml:space="preserve">   |---bindings</w:t>
      </w:r>
    </w:p>
    <w:p w:rsidR="005D779B" w:rsidRPr="00E54EBD" w:rsidRDefault="005D779B" w:rsidP="00E54EBD">
      <w:pPr>
        <w:pStyle w:val="Listing"/>
      </w:pPr>
      <w:r w:rsidRPr="00E54EBD">
        <w:t xml:space="preserve">   |-----csharp</w:t>
      </w:r>
    </w:p>
    <w:p w:rsidR="005D779B" w:rsidRPr="00E54EBD" w:rsidRDefault="005D779B" w:rsidP="00E54EBD">
      <w:pPr>
        <w:pStyle w:val="Listing"/>
      </w:pPr>
      <w:r w:rsidRPr="00E54EBD">
        <w:t xml:space="preserve">   |-----java</w:t>
      </w:r>
    </w:p>
    <w:p w:rsidR="005D779B" w:rsidRPr="00E54EBD" w:rsidRDefault="005D779B" w:rsidP="00E54EBD">
      <w:pPr>
        <w:pStyle w:val="Listing"/>
      </w:pPr>
      <w:r w:rsidRPr="00E54EBD">
        <w:t xml:space="preserve">   |-----perl</w:t>
      </w:r>
    </w:p>
    <w:p w:rsidR="005D779B" w:rsidRPr="00E54EBD" w:rsidRDefault="005D779B" w:rsidP="00E54EBD">
      <w:pPr>
        <w:pStyle w:val="Listing"/>
      </w:pPr>
      <w:r w:rsidRPr="00E54EBD">
        <w:t xml:space="preserve">   |-----python</w:t>
      </w:r>
    </w:p>
    <w:p w:rsidR="005D779B" w:rsidRPr="00E54EBD" w:rsidRDefault="005D779B" w:rsidP="00E54EBD">
      <w:pPr>
        <w:pStyle w:val="Listing"/>
      </w:pPr>
      <w:r w:rsidRPr="00E54EBD">
        <w:t xml:space="preserve">   |-----ruby</w:t>
      </w:r>
    </w:p>
    <w:p w:rsidR="005D779B" w:rsidRPr="00E54EBD" w:rsidRDefault="005D779B" w:rsidP="00E54EBD">
      <w:pPr>
        <w:pStyle w:val="Listing"/>
      </w:pPr>
      <w:r w:rsidRPr="00E54EBD">
        <w:t xml:space="preserve">   |-----swig</w:t>
      </w:r>
    </w:p>
    <w:p w:rsidR="005D779B" w:rsidRPr="00E54EBD" w:rsidRDefault="005D779B" w:rsidP="00E54EBD">
      <w:pPr>
        <w:pStyle w:val="Listing"/>
      </w:pPr>
      <w:r w:rsidRPr="00E54EBD">
        <w:t xml:space="preserve">   |---common</w:t>
      </w:r>
    </w:p>
    <w:p w:rsidR="005D779B" w:rsidRPr="00E54EBD" w:rsidRDefault="005D779B" w:rsidP="00E54EBD">
      <w:pPr>
        <w:pStyle w:val="Listing"/>
      </w:pPr>
      <w:r w:rsidRPr="00E54EBD">
        <w:t xml:space="preserve">   |-----test</w:t>
      </w:r>
    </w:p>
    <w:p w:rsidR="005D779B" w:rsidRPr="00E54EBD" w:rsidRDefault="005D779B" w:rsidP="00E54EBD">
      <w:pPr>
        <w:pStyle w:val="Listing"/>
      </w:pPr>
      <w:r w:rsidRPr="00E54EBD">
        <w:t xml:space="preserve">   |---extension</w:t>
      </w:r>
    </w:p>
    <w:p w:rsidR="005D779B" w:rsidRPr="00E54EBD" w:rsidRDefault="005D779B" w:rsidP="00E54EBD">
      <w:pPr>
        <w:pStyle w:val="Listing"/>
      </w:pPr>
      <w:r w:rsidRPr="00E54EBD">
        <w:t xml:space="preserve">   |-----test</w:t>
      </w:r>
    </w:p>
    <w:p w:rsidR="005D779B" w:rsidRPr="00E54EBD" w:rsidRDefault="005D779B" w:rsidP="00E54EBD">
      <w:pPr>
        <w:pStyle w:val="Listing"/>
      </w:pPr>
      <w:r w:rsidRPr="00E54EBD">
        <w:t xml:space="preserve">   |---sbml</w:t>
      </w:r>
    </w:p>
    <w:p w:rsidR="005D779B" w:rsidRPr="00E54EBD" w:rsidRDefault="005D779B" w:rsidP="00E54EBD">
      <w:pPr>
        <w:pStyle w:val="Listing"/>
      </w:pPr>
      <w:r w:rsidRPr="00E54EBD">
        <w:t xml:space="preserve">   |-----test</w:t>
      </w:r>
    </w:p>
    <w:p w:rsidR="005D779B" w:rsidRPr="00E54EBD" w:rsidRDefault="005D779B" w:rsidP="00E54EBD">
      <w:pPr>
        <w:pStyle w:val="Listing"/>
      </w:pPr>
      <w:r w:rsidRPr="00E54EBD">
        <w:t xml:space="preserve">   |---util</w:t>
      </w:r>
    </w:p>
    <w:p w:rsidR="005D779B" w:rsidRPr="00E54EBD" w:rsidRDefault="005D779B" w:rsidP="00E54EBD">
      <w:pPr>
        <w:pStyle w:val="Listing"/>
      </w:pPr>
      <w:r w:rsidRPr="00E54EBD">
        <w:t xml:space="preserve">   |-----test</w:t>
      </w:r>
    </w:p>
    <w:p w:rsidR="005D779B" w:rsidRDefault="005D779B" w:rsidP="00DA44C3">
      <w:r>
        <w:t xml:space="preserve">This directory structure separates examples that use the package, from the implementation (which is found in the ‘src’ folder). The implementation itself is separated into code necessary for the creation of language bindings (through the use of SWIG) and the actual package code (in the folders common, extension, sbml and test). The ‘common’ folder is the place for holding forward declarations for all package classes, the ‘extension’ folder holds the code for all extension points the package defines. In the ‘sbml’ folder all package specific SBML classes are defined. Finally the ‘util’ folder allows placing any miscellaneous code. Each of these folders may optionally contain ‘test’ folders, which may contain unit tests to test the package code. </w:t>
      </w:r>
    </w:p>
    <w:p w:rsidR="005D779B" w:rsidRDefault="005D779B" w:rsidP="00DA44C3">
      <w:r>
        <w:t xml:space="preserve">There are several packages available that can be used for reference; they are kept in the SVN branch: </w:t>
      </w:r>
    </w:p>
    <w:p w:rsidR="005D779B" w:rsidRDefault="005D779B" w:rsidP="00DA44C3">
      <w:hyperlink r:id="rId6" w:history="1">
        <w:r>
          <w:rPr>
            <w:rStyle w:val="Hyperlink"/>
          </w:rPr>
          <w:t>http://sbml.svn.sourceforge.net/viewvc/sbml/branches/libsbml-packages/</w:t>
        </w:r>
      </w:hyperlink>
    </w:p>
    <w:p w:rsidR="005D779B" w:rsidRDefault="005D779B" w:rsidP="00EC3451">
      <w:pPr>
        <w:pStyle w:val="Heading1"/>
      </w:pPr>
      <w:r>
        <w:t>The files</w:t>
      </w:r>
    </w:p>
    <w:p w:rsidR="005D779B" w:rsidRDefault="005D779B" w:rsidP="00D2289E">
      <w:r>
        <w:t xml:space="preserve">The following files are necessary for integrating a package with the build system. In the explanation below we detail the integration based on the ‘layout’ package. In order to transfer the information to another package, simply replace ‘layout’ with the package name of your package (i.e.: ‘groups’, ‘spatial’, ‘req’ … ). </w:t>
      </w:r>
    </w:p>
    <w:p w:rsidR="005D779B" w:rsidRDefault="005D779B" w:rsidP="00D2289E">
      <w:r>
        <w:t xml:space="preserve">Two types of files are used: </w:t>
      </w:r>
    </w:p>
    <w:p w:rsidR="005D779B" w:rsidRDefault="005D779B" w:rsidP="0028219F">
      <w:pPr>
        <w:pStyle w:val="ListParagraph"/>
        <w:numPr>
          <w:ilvl w:val="0"/>
          <w:numId w:val="2"/>
        </w:numPr>
      </w:pPr>
      <w:r>
        <w:t>Package integration files: that is files that perform the actual integration, allow the removal of the package from the source tree or allow testing of the package.</w:t>
      </w:r>
    </w:p>
    <w:p w:rsidR="005D779B" w:rsidRPr="00CB0004" w:rsidRDefault="005D779B" w:rsidP="0028219F">
      <w:pPr>
        <w:pStyle w:val="ListParagraph"/>
        <w:numPr>
          <w:ilvl w:val="0"/>
          <w:numId w:val="2"/>
        </w:numPr>
      </w:pPr>
      <w:r>
        <w:t xml:space="preserve">Package build files: these are the files that when integrated with the libSBML source tree provide build options to build and test the package with libSBML. </w:t>
      </w:r>
    </w:p>
    <w:p w:rsidR="005D779B" w:rsidRDefault="005D779B" w:rsidP="00ED0FBE">
      <w:pPr>
        <w:pStyle w:val="Heading2"/>
      </w:pPr>
      <w:r>
        <w:t>Package integration files</w:t>
      </w:r>
    </w:p>
    <w:p w:rsidR="005D779B" w:rsidRDefault="005D779B" w:rsidP="003E1F14">
      <w:r>
        <w:t>There are two package integration files:</w:t>
      </w:r>
    </w:p>
    <w:p w:rsidR="005D779B" w:rsidRDefault="005D779B" w:rsidP="008C5685">
      <w:pPr>
        <w:pStyle w:val="ListParagraph"/>
        <w:numPr>
          <w:ilvl w:val="0"/>
          <w:numId w:val="3"/>
        </w:numPr>
      </w:pPr>
      <w:r w:rsidRPr="008C5685">
        <w:t>CMakeLists.txt</w:t>
      </w:r>
      <w:r>
        <w:t xml:space="preserve"> in the package root directory</w:t>
      </w:r>
    </w:p>
    <w:p w:rsidR="005D779B" w:rsidRDefault="005D779B" w:rsidP="008C5685">
      <w:pPr>
        <w:pStyle w:val="ListParagraph"/>
        <w:numPr>
          <w:ilvl w:val="0"/>
          <w:numId w:val="3"/>
        </w:numPr>
      </w:pPr>
      <w:r w:rsidRPr="008C5685">
        <w:t>CMakeLists.txt</w:t>
      </w:r>
      <w:r>
        <w:t xml:space="preserve"> in the package src directory</w:t>
      </w:r>
    </w:p>
    <w:p w:rsidR="005D779B" w:rsidRDefault="005D779B" w:rsidP="0013115A">
      <w:r>
        <w:t xml:space="preserve">The first sets up the integration process and allows package developers to add a compilation and test step for the package. The second contains the copy / removal steps that enable integration of the package with the libSBML source tree, or removal of the files. </w:t>
      </w:r>
    </w:p>
    <w:p w:rsidR="005D779B" w:rsidRDefault="005D779B" w:rsidP="002401E3">
      <w:pPr>
        <w:pStyle w:val="Heading3"/>
      </w:pPr>
      <w:r>
        <w:t>CMakeLists.txt in package root</w:t>
      </w:r>
    </w:p>
    <w:p w:rsidR="005D779B" w:rsidRDefault="005D779B" w:rsidP="00615B38">
      <w:r>
        <w:t xml:space="preserve">Below is the listing for the CMakeLists.txt file of the package root directory. There is one MODE option defined. This option can take the values ‘integrate’ (to integrate with the source tree), ‘compile’ (to test the package code) and ‘remove’ (to remove the package from the source tree). </w:t>
      </w:r>
    </w:p>
    <w:p w:rsidR="005D779B" w:rsidRDefault="005D779B" w:rsidP="00615B38">
      <w:r>
        <w:t xml:space="preserve">The LIBSBML_SOURCE variable is set to the location of the libSBML 5 source with which to integrate the package. </w:t>
      </w:r>
    </w:p>
    <w:p w:rsidR="005D779B" w:rsidRPr="00615B38" w:rsidRDefault="005D779B" w:rsidP="00615B38">
      <w:r>
        <w:t xml:space="preserve">The rest of the file is taken up with the compilation of the package code for testing purposes against an installed version of libSBML 5. For this it is only necessary to locate the existing libsbml5 library as passed to LIBSBML_LIBS. Optionally not only the library is created but also an example is compiled that uses the library (WITH_EXAMPLE option). </w:t>
      </w:r>
    </w:p>
    <w:p w:rsidR="005D779B" w:rsidRDefault="005D779B" w:rsidP="00DA202B">
      <w:pPr>
        <w:pStyle w:val="Listing"/>
      </w:pPr>
      <w:r>
        <w:br w:type="page"/>
        <w:t>#</w:t>
      </w:r>
    </w:p>
    <w:p w:rsidR="005D779B" w:rsidRDefault="005D779B" w:rsidP="00DA202B">
      <w:pPr>
        <w:pStyle w:val="Listing"/>
      </w:pPr>
      <w:r>
        <w:t xml:space="preserve"># This CMake Package integrates the SBML Layout Extension </w:t>
      </w:r>
    </w:p>
    <w:p w:rsidR="005D779B" w:rsidRDefault="005D779B" w:rsidP="00DA202B">
      <w:pPr>
        <w:pStyle w:val="Listing"/>
      </w:pPr>
      <w:r>
        <w:t># with libsbml 5</w:t>
      </w:r>
    </w:p>
    <w:p w:rsidR="005D779B" w:rsidRDefault="005D779B" w:rsidP="00DA202B">
      <w:pPr>
        <w:pStyle w:val="Listing"/>
      </w:pPr>
      <w:r>
        <w:t xml:space="preserve"># </w:t>
      </w:r>
    </w:p>
    <w:p w:rsidR="005D779B" w:rsidRDefault="005D779B" w:rsidP="00DA202B">
      <w:pPr>
        <w:pStyle w:val="Listing"/>
      </w:pPr>
    </w:p>
    <w:p w:rsidR="005D779B" w:rsidRDefault="005D779B" w:rsidP="00DA202B">
      <w:pPr>
        <w:pStyle w:val="Listing"/>
      </w:pPr>
      <w:r>
        <w:t>cmake_minimum_required(VERSION 2.8)</w:t>
      </w:r>
    </w:p>
    <w:p w:rsidR="005D779B" w:rsidRDefault="005D779B" w:rsidP="00DA202B">
      <w:pPr>
        <w:pStyle w:val="Listing"/>
      </w:pPr>
    </w:p>
    <w:p w:rsidR="005D779B" w:rsidRDefault="005D779B" w:rsidP="00DA202B">
      <w:pPr>
        <w:pStyle w:val="Listing"/>
      </w:pPr>
      <w:r>
        <w:t># the project name should be the same name as the SBML package</w:t>
      </w:r>
    </w:p>
    <w:p w:rsidR="005D779B" w:rsidRDefault="005D779B" w:rsidP="00DA202B">
      <w:pPr>
        <w:pStyle w:val="Listing"/>
      </w:pPr>
      <w:r>
        <w:t>project(layout)</w:t>
      </w:r>
    </w:p>
    <w:p w:rsidR="005D779B" w:rsidRDefault="005D779B" w:rsidP="00DA202B">
      <w:pPr>
        <w:pStyle w:val="Listing"/>
      </w:pPr>
    </w:p>
    <w:p w:rsidR="005D779B" w:rsidRDefault="005D779B" w:rsidP="00DA202B">
      <w:pPr>
        <w:pStyle w:val="Listing"/>
      </w:pPr>
      <w:r>
        <w:t xml:space="preserve">set(MODE "integrate" CACHE STRING </w:t>
      </w:r>
    </w:p>
    <w:p w:rsidR="005D779B" w:rsidRDefault="005D779B" w:rsidP="00DA202B">
      <w:pPr>
        <w:pStyle w:val="Listing"/>
      </w:pPr>
      <w:r>
        <w:t xml:space="preserve">   "The operation to perform, valid options are</w:t>
      </w:r>
    </w:p>
    <w:p w:rsidR="005D779B" w:rsidRDefault="005D779B" w:rsidP="00DA202B">
      <w:pPr>
        <w:pStyle w:val="Listing"/>
      </w:pPr>
      <w:r>
        <w:t xml:space="preserve">    integrate|compile|remove.")</w:t>
      </w:r>
    </w:p>
    <w:p w:rsidR="005D779B" w:rsidRDefault="005D779B" w:rsidP="00DA202B">
      <w:pPr>
        <w:pStyle w:val="Listing"/>
      </w:pPr>
      <w:r>
        <w:t xml:space="preserve">set(LIBSBML_SOURCE "$ENV{HOME}/Development/libsbml-5/" CACHE PATH </w:t>
      </w:r>
    </w:p>
    <w:p w:rsidR="005D779B" w:rsidRDefault="005D779B" w:rsidP="00DA202B">
      <w:pPr>
        <w:pStyle w:val="Listing"/>
      </w:pPr>
      <w:r>
        <w:t xml:space="preserve">   "Path to the libsbml source distribution.")</w:t>
      </w:r>
    </w:p>
    <w:p w:rsidR="005D779B" w:rsidRDefault="005D779B" w:rsidP="00DA202B">
      <w:pPr>
        <w:pStyle w:val="Listing"/>
      </w:pPr>
      <w:r>
        <w:t xml:space="preserve">set(EXTRA_LIBS "xml2;bz2;z" CACHE STRING </w:t>
      </w:r>
    </w:p>
    <w:p w:rsidR="005D779B" w:rsidRDefault="005D779B" w:rsidP="00DA202B">
      <w:pPr>
        <w:pStyle w:val="Listing"/>
      </w:pPr>
      <w:r>
        <w:t xml:space="preserve">   "List of Libraries to link against." )</w:t>
      </w:r>
    </w:p>
    <w:p w:rsidR="005D779B" w:rsidRDefault="005D779B" w:rsidP="00DA202B">
      <w:pPr>
        <w:pStyle w:val="Listing"/>
      </w:pPr>
    </w:p>
    <w:p w:rsidR="005D779B" w:rsidRDefault="005D779B" w:rsidP="00DA202B">
      <w:pPr>
        <w:pStyle w:val="Listing"/>
      </w:pPr>
      <w:r>
        <w:t>if(MODE STREQUAL "compile")</w:t>
      </w:r>
    </w:p>
    <w:p w:rsidR="005D779B" w:rsidRDefault="005D779B" w:rsidP="00DA202B">
      <w:pPr>
        <w:pStyle w:val="Listing"/>
      </w:pPr>
      <w:r>
        <w:tab/>
        <w:t xml:space="preserve"># compile the package and link it against an existing </w:t>
      </w:r>
    </w:p>
    <w:p w:rsidR="005D779B" w:rsidRDefault="005D779B" w:rsidP="00DA202B">
      <w:pPr>
        <w:pStyle w:val="Listing"/>
      </w:pPr>
      <w:r>
        <w:t xml:space="preserve">      # libsbml-5 version</w:t>
      </w:r>
    </w:p>
    <w:p w:rsidR="005D779B" w:rsidRDefault="005D779B" w:rsidP="00DA202B">
      <w:pPr>
        <w:pStyle w:val="Listing"/>
      </w:pPr>
      <w:r>
        <w:tab/>
        <w:t xml:space="preserve">set(SOURCE_FILES </w:t>
      </w:r>
    </w:p>
    <w:p w:rsidR="005D779B" w:rsidRDefault="005D779B" w:rsidP="00DA202B">
      <w:pPr>
        <w:pStyle w:val="Listing"/>
      </w:pPr>
      <w:r>
        <w:tab/>
      </w:r>
      <w:r>
        <w:tab/>
        <w:t>"src/extension/LayoutExtension.cpp"</w:t>
      </w:r>
    </w:p>
    <w:p w:rsidR="005D779B" w:rsidRDefault="005D779B" w:rsidP="00DA202B">
      <w:pPr>
        <w:pStyle w:val="Listing"/>
      </w:pPr>
      <w:r>
        <w:tab/>
      </w:r>
      <w:r>
        <w:tab/>
        <w:t>"src/extension/LayoutModelPlugin.cpp"</w:t>
      </w:r>
    </w:p>
    <w:p w:rsidR="005D779B" w:rsidRDefault="005D779B" w:rsidP="00DA202B">
      <w:pPr>
        <w:pStyle w:val="Listing"/>
      </w:pPr>
      <w:r>
        <w:tab/>
      </w:r>
      <w:r>
        <w:tab/>
        <w:t>"src/extension/LayoutSpeciesReferencePlugin.cpp"</w:t>
      </w:r>
    </w:p>
    <w:p w:rsidR="005D779B" w:rsidRDefault="005D779B" w:rsidP="00DA202B">
      <w:pPr>
        <w:pStyle w:val="Listing"/>
      </w:pPr>
      <w:r>
        <w:tab/>
      </w:r>
      <w:r>
        <w:tab/>
        <w:t>"src/sbml/BoundingBox.cpp"</w:t>
      </w:r>
    </w:p>
    <w:p w:rsidR="005D779B" w:rsidRDefault="005D779B" w:rsidP="00DA202B">
      <w:pPr>
        <w:pStyle w:val="Listing"/>
      </w:pPr>
      <w:r>
        <w:tab/>
      </w:r>
      <w:r>
        <w:tab/>
        <w:t>"src/sbml/CompartmentGlyph.cpp"</w:t>
      </w:r>
    </w:p>
    <w:p w:rsidR="005D779B" w:rsidRDefault="005D779B" w:rsidP="00DA202B">
      <w:pPr>
        <w:pStyle w:val="Listing"/>
      </w:pPr>
      <w:r>
        <w:tab/>
      </w:r>
      <w:r>
        <w:tab/>
        <w:t>"src/sbml/CubicBezier.cpp"</w:t>
      </w:r>
    </w:p>
    <w:p w:rsidR="005D779B" w:rsidRDefault="005D779B" w:rsidP="00DA202B">
      <w:pPr>
        <w:pStyle w:val="Listing"/>
      </w:pPr>
      <w:r>
        <w:tab/>
      </w:r>
      <w:r>
        <w:tab/>
        <w:t>"src/sbml/Curve.cpp"</w:t>
      </w:r>
    </w:p>
    <w:p w:rsidR="005D779B" w:rsidRDefault="005D779B" w:rsidP="00DA202B">
      <w:pPr>
        <w:pStyle w:val="Listing"/>
      </w:pPr>
      <w:r>
        <w:tab/>
      </w:r>
      <w:r>
        <w:tab/>
        <w:t>"src/sbml/Dimensions.cpp"</w:t>
      </w:r>
    </w:p>
    <w:p w:rsidR="005D779B" w:rsidRDefault="005D779B" w:rsidP="00DA202B">
      <w:pPr>
        <w:pStyle w:val="Listing"/>
      </w:pPr>
      <w:r>
        <w:tab/>
      </w:r>
      <w:r>
        <w:tab/>
        <w:t>"src/sbml/GraphicalObject.cpp"</w:t>
      </w:r>
    </w:p>
    <w:p w:rsidR="005D779B" w:rsidRDefault="005D779B" w:rsidP="00DA202B">
      <w:pPr>
        <w:pStyle w:val="Listing"/>
      </w:pPr>
      <w:r>
        <w:tab/>
      </w:r>
      <w:r>
        <w:tab/>
        <w:t>"src/sbml/Layout.cpp"</w:t>
      </w:r>
    </w:p>
    <w:p w:rsidR="005D779B" w:rsidRDefault="005D779B" w:rsidP="00DA202B">
      <w:pPr>
        <w:pStyle w:val="Listing"/>
      </w:pPr>
      <w:r>
        <w:tab/>
      </w:r>
      <w:r>
        <w:tab/>
        <w:t>"src/sbml/LineSegment.cpp"</w:t>
      </w:r>
    </w:p>
    <w:p w:rsidR="005D779B" w:rsidRDefault="005D779B" w:rsidP="00DA202B">
      <w:pPr>
        <w:pStyle w:val="Listing"/>
      </w:pPr>
      <w:r>
        <w:tab/>
      </w:r>
      <w:r>
        <w:tab/>
        <w:t>"src/sbml/Point.cpp"</w:t>
      </w:r>
    </w:p>
    <w:p w:rsidR="005D779B" w:rsidRDefault="005D779B" w:rsidP="00DA202B">
      <w:pPr>
        <w:pStyle w:val="Listing"/>
      </w:pPr>
      <w:r>
        <w:tab/>
      </w:r>
      <w:r>
        <w:tab/>
        <w:t>"src/sbml/ReactionGlyph.cpp"</w:t>
      </w:r>
    </w:p>
    <w:p w:rsidR="005D779B" w:rsidRDefault="005D779B" w:rsidP="00DA202B">
      <w:pPr>
        <w:pStyle w:val="Listing"/>
      </w:pPr>
      <w:r>
        <w:tab/>
      </w:r>
      <w:r>
        <w:tab/>
        <w:t>"src/sbml/SpeciesGlyph.cpp"</w:t>
      </w:r>
    </w:p>
    <w:p w:rsidR="005D779B" w:rsidRDefault="005D779B" w:rsidP="00DA202B">
      <w:pPr>
        <w:pStyle w:val="Listing"/>
      </w:pPr>
      <w:r>
        <w:tab/>
      </w:r>
      <w:r>
        <w:tab/>
        <w:t>"src/sbml/SpeciesReferenceGlyph.cpp"</w:t>
      </w:r>
    </w:p>
    <w:p w:rsidR="005D779B" w:rsidRDefault="005D779B" w:rsidP="00DA202B">
      <w:pPr>
        <w:pStyle w:val="Listing"/>
      </w:pPr>
      <w:r>
        <w:tab/>
      </w:r>
      <w:r>
        <w:tab/>
        <w:t>"src/sbml/TextGlyph.cpp"</w:t>
      </w:r>
    </w:p>
    <w:p w:rsidR="005D779B" w:rsidRDefault="005D779B" w:rsidP="00DA202B">
      <w:pPr>
        <w:pStyle w:val="Listing"/>
      </w:pPr>
      <w:r>
        <w:tab/>
      </w:r>
      <w:r>
        <w:tab/>
        <w:t>"src/sbml/Layout.cpp"</w:t>
      </w:r>
    </w:p>
    <w:p w:rsidR="005D779B" w:rsidRDefault="005D779B" w:rsidP="00DA202B">
      <w:pPr>
        <w:pStyle w:val="Listing"/>
      </w:pPr>
      <w:r>
        <w:tab/>
      </w:r>
      <w:r>
        <w:tab/>
        <w:t>"src/util/LayoutAnnotation.cpp"</w:t>
      </w:r>
    </w:p>
    <w:p w:rsidR="005D779B" w:rsidRDefault="005D779B" w:rsidP="00DA202B">
      <w:pPr>
        <w:pStyle w:val="Listing"/>
      </w:pPr>
      <w:r>
        <w:tab/>
      </w:r>
      <w:r>
        <w:tab/>
        <w:t>"src/util/LayoutUtilities.cpp"</w:t>
      </w:r>
      <w:r>
        <w:tab/>
      </w:r>
      <w:r>
        <w:tab/>
      </w:r>
    </w:p>
    <w:p w:rsidR="005D779B" w:rsidRDefault="005D779B" w:rsidP="00DA202B">
      <w:pPr>
        <w:pStyle w:val="Listing"/>
      </w:pPr>
      <w:r>
        <w:tab/>
      </w:r>
      <w:r>
        <w:tab/>
        <w:t>)</w:t>
      </w:r>
    </w:p>
    <w:p w:rsidR="005D779B" w:rsidRDefault="005D779B" w:rsidP="00DA202B">
      <w:pPr>
        <w:pStyle w:val="Listing"/>
      </w:pPr>
      <w:r>
        <w:tab/>
      </w:r>
      <w:r>
        <w:tab/>
      </w:r>
    </w:p>
    <w:p w:rsidR="005D779B" w:rsidRDefault="005D779B" w:rsidP="00DA202B">
      <w:pPr>
        <w:pStyle w:val="Listing"/>
      </w:pPr>
      <w:r>
        <w:tab/>
        <w:t>include_directories(${LIBSBML_SOURCE}/include)</w:t>
      </w:r>
    </w:p>
    <w:p w:rsidR="005D779B" w:rsidRDefault="005D779B" w:rsidP="00DA202B">
      <w:pPr>
        <w:pStyle w:val="Listing"/>
      </w:pPr>
      <w:r>
        <w:tab/>
      </w:r>
    </w:p>
    <w:p w:rsidR="005D779B" w:rsidRDefault="005D779B" w:rsidP="00DA202B">
      <w:pPr>
        <w:pStyle w:val="Listing"/>
      </w:pPr>
      <w:r>
        <w:tab/>
        <w:t xml:space="preserve">find_library(LIBSBML_LIBS </w:t>
      </w:r>
    </w:p>
    <w:p w:rsidR="005D779B" w:rsidRDefault="005D779B" w:rsidP="00DA202B">
      <w:pPr>
        <w:pStyle w:val="Listing"/>
      </w:pPr>
      <w:r>
        <w:tab/>
      </w:r>
      <w:r>
        <w:tab/>
        <w:t>NAMES libsbml.lib sbml</w:t>
      </w:r>
    </w:p>
    <w:p w:rsidR="005D779B" w:rsidRDefault="005D779B" w:rsidP="00DA202B">
      <w:pPr>
        <w:pStyle w:val="Listing"/>
      </w:pPr>
      <w:r>
        <w:tab/>
      </w:r>
      <w:r>
        <w:tab/>
        <w:t xml:space="preserve">PATHS ${LIBSBML_SOURCE} </w:t>
      </w:r>
    </w:p>
    <w:p w:rsidR="005D779B" w:rsidRDefault="005D779B" w:rsidP="00DA202B">
      <w:pPr>
        <w:pStyle w:val="Listing"/>
      </w:pPr>
      <w:r>
        <w:tab/>
      </w:r>
      <w:r>
        <w:tab/>
      </w:r>
      <w:r>
        <w:tab/>
        <w:t xml:space="preserve">  ${LIBSBML_SOURCE/lib}</w:t>
      </w:r>
    </w:p>
    <w:p w:rsidR="005D779B" w:rsidRDefault="005D779B" w:rsidP="00DA202B">
      <w:pPr>
        <w:pStyle w:val="Listing"/>
      </w:pPr>
      <w:r>
        <w:tab/>
      </w:r>
      <w:r>
        <w:tab/>
      </w:r>
      <w:r>
        <w:tab/>
        <w:t xml:space="preserve">  ${LIBSBML_SOURCE/src/.libs}</w:t>
      </w:r>
    </w:p>
    <w:p w:rsidR="005D779B" w:rsidRDefault="005D779B" w:rsidP="00DA202B">
      <w:pPr>
        <w:pStyle w:val="Listing"/>
      </w:pPr>
      <w:r>
        <w:tab/>
      </w:r>
      <w:r>
        <w:tab/>
      </w:r>
      <w:r>
        <w:tab/>
        <w:t xml:space="preserve">  /usr/lib /usr/local/lib </w:t>
      </w:r>
    </w:p>
    <w:p w:rsidR="005D779B" w:rsidRDefault="005D779B" w:rsidP="00DA202B">
      <w:pPr>
        <w:pStyle w:val="Listing"/>
      </w:pPr>
      <w:r>
        <w:tab/>
      </w:r>
      <w:r>
        <w:tab/>
      </w:r>
      <w:r>
        <w:tab/>
        <w:t xml:space="preserve">  ${CMAKE_SOURCE_DIR} </w:t>
      </w:r>
    </w:p>
    <w:p w:rsidR="005D779B" w:rsidRDefault="005D779B" w:rsidP="00DA202B">
      <w:pPr>
        <w:pStyle w:val="Listing"/>
      </w:pPr>
      <w:r>
        <w:tab/>
      </w:r>
      <w:r>
        <w:tab/>
      </w:r>
      <w:r>
        <w:tab/>
        <w:t xml:space="preserve">  ${CMAKE_SOURCE_DIR}/dependencies/lib</w:t>
      </w:r>
    </w:p>
    <w:p w:rsidR="005D779B" w:rsidRDefault="005D779B" w:rsidP="00DA202B">
      <w:pPr>
        <w:pStyle w:val="Listing"/>
      </w:pPr>
      <w:r>
        <w:tab/>
      </w:r>
      <w:r>
        <w:tab/>
      </w:r>
      <w:r>
        <w:tab/>
        <w:t xml:space="preserve">    )</w:t>
      </w:r>
    </w:p>
    <w:p w:rsidR="005D779B" w:rsidRDefault="005D779B" w:rsidP="00DA202B">
      <w:pPr>
        <w:pStyle w:val="Listing"/>
      </w:pPr>
    </w:p>
    <w:p w:rsidR="005D779B" w:rsidRDefault="005D779B" w:rsidP="00DA202B">
      <w:pPr>
        <w:pStyle w:val="Listing"/>
      </w:pPr>
      <w:r>
        <w:tab/>
        <w:t>make_directory(${CMAKE_CURRENT_BINARY_DIR}/include/sbml/layout)</w:t>
      </w:r>
    </w:p>
    <w:p w:rsidR="005D779B" w:rsidRDefault="005D779B" w:rsidP="00DA202B">
      <w:pPr>
        <w:pStyle w:val="Listing"/>
      </w:pPr>
      <w:r>
        <w:tab/>
        <w:t># copy header files to facilitate build</w:t>
      </w:r>
    </w:p>
    <w:p w:rsidR="005D779B" w:rsidRDefault="005D779B" w:rsidP="00DA202B">
      <w:pPr>
        <w:pStyle w:val="Listing"/>
      </w:pPr>
      <w:r>
        <w:tab/>
        <w:t>foreach(dir common extension sbml util)</w:t>
      </w:r>
    </w:p>
    <w:p w:rsidR="005D779B" w:rsidRDefault="005D779B" w:rsidP="00DA202B">
      <w:pPr>
        <w:pStyle w:val="Listing"/>
      </w:pPr>
    </w:p>
    <w:p w:rsidR="005D779B" w:rsidRDefault="005D779B" w:rsidP="00DA202B">
      <w:pPr>
        <w:pStyle w:val="Listing"/>
      </w:pPr>
      <w:r>
        <w:tab/>
      </w:r>
      <w:r>
        <w:tab/>
      </w:r>
      <w:r>
        <w:tab/>
      </w:r>
      <w:r>
        <w:tab/>
        <w:t># copy files</w:t>
      </w:r>
    </w:p>
    <w:p w:rsidR="005D779B" w:rsidRDefault="005D779B" w:rsidP="00DA202B">
      <w:pPr>
        <w:pStyle w:val="Listing"/>
      </w:pPr>
      <w:r>
        <w:tab/>
      </w:r>
      <w:r>
        <w:tab/>
        <w:t>file(COPY ${CMAKE_CURRENT_SOURCE_DIR}/src/${dir}/</w:t>
      </w:r>
    </w:p>
    <w:p w:rsidR="005D779B" w:rsidRDefault="005D779B" w:rsidP="00DA202B">
      <w:pPr>
        <w:pStyle w:val="Listing"/>
      </w:pPr>
      <w:r>
        <w:tab/>
      </w:r>
      <w:r>
        <w:tab/>
        <w:t xml:space="preserve">     DESTINATION </w:t>
      </w:r>
    </w:p>
    <w:p w:rsidR="005D779B" w:rsidRDefault="005D779B" w:rsidP="00DA202B">
      <w:pPr>
        <w:pStyle w:val="Listing"/>
      </w:pPr>
      <w:r>
        <w:t xml:space="preserve">                 ${CMAKE_CURRENT_BINARY_DIR}/include/sbml/layout</w:t>
      </w:r>
    </w:p>
    <w:p w:rsidR="005D779B" w:rsidRDefault="005D779B" w:rsidP="00DA202B">
      <w:pPr>
        <w:pStyle w:val="Listing"/>
      </w:pPr>
      <w:r>
        <w:tab/>
      </w:r>
      <w:r>
        <w:tab/>
        <w:t xml:space="preserve">     PATTERN ${CMAKE_CURRENT_SOURCE_DIR}/src/${dir}/*.h)</w:t>
      </w:r>
    </w:p>
    <w:p w:rsidR="005D779B" w:rsidRDefault="005D779B" w:rsidP="00DA202B">
      <w:pPr>
        <w:pStyle w:val="Listing"/>
      </w:pPr>
    </w:p>
    <w:p w:rsidR="005D779B" w:rsidRDefault="005D779B" w:rsidP="00DA202B">
      <w:pPr>
        <w:pStyle w:val="Listing"/>
      </w:pPr>
      <w:r>
        <w:tab/>
      </w:r>
    </w:p>
    <w:p w:rsidR="005D779B" w:rsidRDefault="005D779B" w:rsidP="00DA202B">
      <w:pPr>
        <w:pStyle w:val="Listing"/>
      </w:pPr>
      <w:r>
        <w:tab/>
        <w:t>endforeach()</w:t>
      </w:r>
    </w:p>
    <w:p w:rsidR="005D779B" w:rsidRDefault="005D779B" w:rsidP="00DA202B">
      <w:pPr>
        <w:pStyle w:val="Listing"/>
      </w:pPr>
    </w:p>
    <w:p w:rsidR="005D779B" w:rsidRDefault="005D779B" w:rsidP="00DA202B">
      <w:pPr>
        <w:pStyle w:val="Listing"/>
      </w:pPr>
      <w:r>
        <w:tab/>
        <w:t>if (NOT UNIX)</w:t>
      </w:r>
    </w:p>
    <w:p w:rsidR="005D779B" w:rsidRDefault="005D779B" w:rsidP="00DA202B">
      <w:pPr>
        <w:pStyle w:val="Listing"/>
      </w:pPr>
      <w:r>
        <w:tab/>
      </w:r>
      <w:r>
        <w:tab/>
        <w:t>add_definitions(-DWIN32 -DLIBSBML_EXPORTS -DLIBLAX_EXPORTS)</w:t>
      </w:r>
    </w:p>
    <w:p w:rsidR="005D779B" w:rsidRDefault="005D779B" w:rsidP="00DA202B">
      <w:pPr>
        <w:pStyle w:val="Listing"/>
      </w:pPr>
      <w:r>
        <w:tab/>
        <w:t>endif()</w:t>
      </w:r>
    </w:p>
    <w:p w:rsidR="005D779B" w:rsidRDefault="005D779B" w:rsidP="00DA202B">
      <w:pPr>
        <w:pStyle w:val="Listing"/>
      </w:pPr>
      <w:r>
        <w:tab/>
      </w:r>
    </w:p>
    <w:p w:rsidR="005D779B" w:rsidRDefault="005D779B" w:rsidP="00DA202B">
      <w:pPr>
        <w:pStyle w:val="Listing"/>
      </w:pPr>
    </w:p>
    <w:p w:rsidR="005D779B" w:rsidRDefault="005D779B" w:rsidP="00DA202B">
      <w:pPr>
        <w:pStyle w:val="Listing"/>
      </w:pPr>
      <w:r>
        <w:tab/>
        <w:t>include_directories(${CMAKE_CURRENT_BINARY_DIR}/include)</w:t>
      </w:r>
    </w:p>
    <w:p w:rsidR="005D779B" w:rsidRDefault="005D779B" w:rsidP="00DA202B">
      <w:pPr>
        <w:pStyle w:val="Listing"/>
      </w:pPr>
    </w:p>
    <w:p w:rsidR="005D779B" w:rsidRDefault="005D779B" w:rsidP="00DA202B">
      <w:pPr>
        <w:pStyle w:val="Listing"/>
      </w:pPr>
      <w:r>
        <w:tab/>
        <w:t>include_directories("src/common")</w:t>
      </w:r>
    </w:p>
    <w:p w:rsidR="005D779B" w:rsidRDefault="005D779B" w:rsidP="00DA202B">
      <w:pPr>
        <w:pStyle w:val="Listing"/>
      </w:pPr>
      <w:r>
        <w:tab/>
        <w:t>include_directories("src/extension")</w:t>
      </w:r>
    </w:p>
    <w:p w:rsidR="005D779B" w:rsidRDefault="005D779B" w:rsidP="00DA202B">
      <w:pPr>
        <w:pStyle w:val="Listing"/>
      </w:pPr>
      <w:r>
        <w:tab/>
        <w:t>include_directories("src/sbml")</w:t>
      </w:r>
    </w:p>
    <w:p w:rsidR="005D779B" w:rsidRDefault="005D779B" w:rsidP="00DA202B">
      <w:pPr>
        <w:pStyle w:val="Listing"/>
      </w:pPr>
      <w:r>
        <w:tab/>
        <w:t>include_directories("src/util")</w:t>
      </w:r>
    </w:p>
    <w:p w:rsidR="005D779B" w:rsidRDefault="005D779B" w:rsidP="00DA202B">
      <w:pPr>
        <w:pStyle w:val="Listing"/>
      </w:pPr>
    </w:p>
    <w:p w:rsidR="005D779B" w:rsidRDefault="005D779B" w:rsidP="00DA202B">
      <w:pPr>
        <w:pStyle w:val="Listing"/>
      </w:pPr>
      <w:r>
        <w:tab/>
        <w:t>add_library(layout STATIC ${SOURCE_FILES} )</w:t>
      </w:r>
    </w:p>
    <w:p w:rsidR="005D779B" w:rsidRDefault="005D779B" w:rsidP="00DA202B">
      <w:pPr>
        <w:pStyle w:val="Listing"/>
      </w:pPr>
      <w:r>
        <w:tab/>
        <w:t>target_link_libraries(layout ${LIBSBML_LIBS})</w:t>
      </w:r>
    </w:p>
    <w:p w:rsidR="005D779B" w:rsidRDefault="005D779B" w:rsidP="00DA202B">
      <w:pPr>
        <w:pStyle w:val="Listing"/>
      </w:pPr>
      <w:r>
        <w:tab/>
      </w:r>
    </w:p>
    <w:p w:rsidR="005D779B" w:rsidRDefault="005D779B" w:rsidP="00DA202B">
      <w:pPr>
        <w:pStyle w:val="Listing"/>
      </w:pPr>
      <w:r>
        <w:tab/>
        <w:t>option(WITH_EXAMPLE "Compile Example File" ON)</w:t>
      </w:r>
    </w:p>
    <w:p w:rsidR="005D779B" w:rsidRDefault="005D779B" w:rsidP="00DA202B">
      <w:pPr>
        <w:pStyle w:val="Listing"/>
      </w:pPr>
      <w:r>
        <w:tab/>
      </w:r>
    </w:p>
    <w:p w:rsidR="005D779B" w:rsidRDefault="005D779B" w:rsidP="00DA202B">
      <w:pPr>
        <w:pStyle w:val="Listing"/>
      </w:pPr>
      <w:r>
        <w:tab/>
        <w:t>if(WITH_EXAMPLE)</w:t>
      </w:r>
    </w:p>
    <w:p w:rsidR="005D779B" w:rsidRDefault="005D779B" w:rsidP="00DA202B">
      <w:pPr>
        <w:pStyle w:val="Listing"/>
      </w:pPr>
      <w:r>
        <w:tab/>
      </w:r>
      <w:r>
        <w:tab/>
      </w:r>
      <w:r>
        <w:tab/>
      </w:r>
      <w:r>
        <w:tab/>
      </w:r>
    </w:p>
    <w:p w:rsidR="005D779B" w:rsidRDefault="005D779B" w:rsidP="00DA202B">
      <w:pPr>
        <w:pStyle w:val="Listing"/>
      </w:pPr>
      <w:r>
        <w:tab/>
      </w:r>
      <w:r>
        <w:tab/>
        <w:t>set(EXAMPLE_SOURCE examples/c++/example1-L3.cpp)</w:t>
      </w:r>
    </w:p>
    <w:p w:rsidR="005D779B" w:rsidRDefault="005D779B" w:rsidP="00DA202B">
      <w:pPr>
        <w:pStyle w:val="Listing"/>
      </w:pPr>
      <w:r>
        <w:tab/>
      </w:r>
      <w:r>
        <w:tab/>
        <w:t>add_executable(layout_example ${EXAMPLE_SOURCE})</w:t>
      </w:r>
    </w:p>
    <w:p w:rsidR="005D779B" w:rsidRDefault="005D779B" w:rsidP="00DA202B">
      <w:pPr>
        <w:pStyle w:val="Listing"/>
      </w:pPr>
      <w:r>
        <w:tab/>
      </w:r>
      <w:r>
        <w:tab/>
        <w:t>target_link_libraries(layout_example layout ${EXTRA_LIBS})</w:t>
      </w:r>
    </w:p>
    <w:p w:rsidR="005D779B" w:rsidRDefault="005D779B" w:rsidP="00DA202B">
      <w:pPr>
        <w:pStyle w:val="Listing"/>
      </w:pPr>
      <w:r>
        <w:tab/>
      </w:r>
      <w:r>
        <w:tab/>
      </w:r>
    </w:p>
    <w:p w:rsidR="005D779B" w:rsidRDefault="005D779B" w:rsidP="00DA202B">
      <w:pPr>
        <w:pStyle w:val="Listing"/>
      </w:pPr>
      <w:r>
        <w:tab/>
        <w:t>endif()</w:t>
      </w:r>
    </w:p>
    <w:p w:rsidR="005D779B" w:rsidRDefault="005D779B" w:rsidP="00DA202B">
      <w:pPr>
        <w:pStyle w:val="Listing"/>
      </w:pPr>
    </w:p>
    <w:p w:rsidR="005D779B" w:rsidRDefault="005D779B" w:rsidP="00DA202B">
      <w:pPr>
        <w:pStyle w:val="Listing"/>
      </w:pPr>
      <w:r>
        <w:t>else()</w:t>
      </w:r>
    </w:p>
    <w:p w:rsidR="005D779B" w:rsidRDefault="005D779B" w:rsidP="00DA202B">
      <w:pPr>
        <w:pStyle w:val="Listing"/>
      </w:pPr>
      <w:r>
        <w:tab/>
        <w:t>add_subdirectory(src)</w:t>
      </w:r>
    </w:p>
    <w:p w:rsidR="005D779B" w:rsidRPr="00E54EBD" w:rsidRDefault="005D779B" w:rsidP="00DA202B">
      <w:pPr>
        <w:pStyle w:val="Listing"/>
      </w:pPr>
      <w:r>
        <w:t>endif()</w:t>
      </w:r>
    </w:p>
    <w:p w:rsidR="005D779B" w:rsidRDefault="005D779B" w:rsidP="009A1B94">
      <w:pPr>
        <w:pStyle w:val="Heading3"/>
      </w:pPr>
      <w:r>
        <w:t>CMakeLists.txt in package src</w:t>
      </w:r>
    </w:p>
    <w:p w:rsidR="005D779B" w:rsidRDefault="005D779B" w:rsidP="002401E3">
      <w:pPr>
        <w:rPr>
          <w:sz w:val="20"/>
        </w:rPr>
      </w:pPr>
      <w:r>
        <w:rPr>
          <w:sz w:val="20"/>
        </w:rPr>
        <w:t xml:space="preserve">The CMakeLists.txt file in the package src directory is all about integrating the package source with the libsbml5 source tree. It handles the two cases ‘integrate’ and ‘remove’. Below is a listing of the file. At the beginning of the file it includes a ‘common.cmake’ file from the libSBML source tree, which contains a series of utility functions that make it easy to copy the package files.  Next two variable lists are populated; the first one PACKAGE_FILES contains a list of all the files of the package implementation, the second BINDING_FILES a list of all files that enable the use of the package in the libSBML language bindings. </w:t>
      </w:r>
    </w:p>
    <w:p w:rsidR="005D779B" w:rsidRDefault="005D779B" w:rsidP="002401E3">
      <w:pPr>
        <w:rPr>
          <w:sz w:val="20"/>
        </w:rPr>
      </w:pPr>
      <w:r>
        <w:rPr>
          <w:sz w:val="20"/>
        </w:rPr>
        <w:t xml:space="preserve">Then a check is made as to the value of the MODE variable. Either the package sources and binding file are copied to the libSBML 5 source tree, where they will be picked up by the libSBML build system, or the files will be removed from the source tree. </w:t>
      </w:r>
    </w:p>
    <w:p w:rsidR="005D779B" w:rsidRDefault="005D779B" w:rsidP="004A0492">
      <w:pPr>
        <w:pStyle w:val="Listing"/>
      </w:pPr>
      <w:r>
        <w:br w:type="page"/>
        <w:t>#</w:t>
      </w:r>
    </w:p>
    <w:p w:rsidR="005D779B" w:rsidRDefault="005D779B" w:rsidP="004A0492">
      <w:pPr>
        <w:pStyle w:val="Listing"/>
      </w:pPr>
      <w:r>
        <w:t xml:space="preserve"># This CMake file integrates the binding source with the libsbml </w:t>
      </w:r>
    </w:p>
    <w:p w:rsidR="005D779B" w:rsidRDefault="005D779B" w:rsidP="004A0492">
      <w:pPr>
        <w:pStyle w:val="Listing"/>
      </w:pPr>
      <w:r>
        <w:t># source tree</w:t>
      </w:r>
    </w:p>
    <w:p w:rsidR="005D779B" w:rsidRDefault="005D779B" w:rsidP="004A0492">
      <w:pPr>
        <w:pStyle w:val="Listing"/>
      </w:pPr>
      <w:r>
        <w:t xml:space="preserve"># </w:t>
      </w:r>
    </w:p>
    <w:p w:rsidR="005D779B" w:rsidRDefault="005D779B" w:rsidP="004A0492">
      <w:pPr>
        <w:pStyle w:val="Listing"/>
      </w:pPr>
    </w:p>
    <w:p w:rsidR="005D779B" w:rsidRDefault="005D779B" w:rsidP="004A0492">
      <w:pPr>
        <w:pStyle w:val="Listing"/>
      </w:pPr>
      <w:r>
        <w:t># include common functions (used for copying / removing files)</w:t>
      </w:r>
    </w:p>
    <w:p w:rsidR="005D779B" w:rsidRDefault="005D779B" w:rsidP="004A0492">
      <w:pPr>
        <w:pStyle w:val="Listing"/>
      </w:pPr>
      <w:r>
        <w:t>if(NOT EXISTS ${LIBSBML_SOURCE}/common.cmake)</w:t>
      </w:r>
    </w:p>
    <w:p w:rsidR="005D779B" w:rsidRDefault="005D779B" w:rsidP="004A0492">
      <w:pPr>
        <w:pStyle w:val="Listing"/>
      </w:pPr>
      <w:r>
        <w:tab/>
        <w:t>message(FATAL_ERROR "Invalid libsbml source directory")</w:t>
      </w:r>
    </w:p>
    <w:p w:rsidR="005D779B" w:rsidRDefault="005D779B" w:rsidP="004A0492">
      <w:pPr>
        <w:pStyle w:val="Listing"/>
      </w:pPr>
      <w:r>
        <w:t>endif()</w:t>
      </w:r>
    </w:p>
    <w:p w:rsidR="005D779B" w:rsidRDefault="005D779B" w:rsidP="004A0492">
      <w:pPr>
        <w:pStyle w:val="Listing"/>
      </w:pPr>
    </w:p>
    <w:p w:rsidR="005D779B" w:rsidRDefault="005D779B" w:rsidP="004A0492">
      <w:pPr>
        <w:pStyle w:val="Listing"/>
      </w:pPr>
      <w:r>
        <w:t>include(${LIBSBML_SOURCE}/common.cmake)</w:t>
      </w:r>
    </w:p>
    <w:p w:rsidR="005D779B" w:rsidRDefault="005D779B" w:rsidP="004A0492">
      <w:pPr>
        <w:pStyle w:val="Listing"/>
      </w:pPr>
    </w:p>
    <w:p w:rsidR="005D779B" w:rsidRDefault="005D779B" w:rsidP="004A0492">
      <w:pPr>
        <w:pStyle w:val="Listing"/>
      </w:pPr>
    </w:p>
    <w:p w:rsidR="005D779B" w:rsidRDefault="005D779B" w:rsidP="004A0492">
      <w:pPr>
        <w:pStyle w:val="Listing"/>
      </w:pPr>
      <w:r>
        <w:t># specify the package files</w:t>
      </w:r>
    </w:p>
    <w:p w:rsidR="005D779B" w:rsidRDefault="005D779B" w:rsidP="004A0492">
      <w:pPr>
        <w:pStyle w:val="Listing"/>
      </w:pPr>
      <w:r>
        <w:t>set(PACKAGE_FILES</w:t>
      </w:r>
    </w:p>
    <w:p w:rsidR="005D779B" w:rsidRDefault="005D779B" w:rsidP="004A0492">
      <w:pPr>
        <w:pStyle w:val="Listing"/>
      </w:pPr>
      <w:r>
        <w:tab/>
      </w:r>
    </w:p>
    <w:p w:rsidR="005D779B" w:rsidRDefault="005D779B" w:rsidP="004A0492">
      <w:pPr>
        <w:pStyle w:val="Listing"/>
      </w:pPr>
      <w:r>
        <w:tab/>
      </w:r>
      <w:r>
        <w:tab/>
        <w:t># forward declaractions</w:t>
      </w:r>
    </w:p>
    <w:p w:rsidR="005D779B" w:rsidRDefault="005D779B" w:rsidP="004A0492">
      <w:pPr>
        <w:pStyle w:val="Listing"/>
      </w:pPr>
      <w:r>
        <w:tab/>
      </w:r>
      <w:r>
        <w:tab/>
        <w:t>"common/layoutfwd.h"</w:t>
      </w:r>
    </w:p>
    <w:p w:rsidR="005D779B" w:rsidRDefault="005D779B" w:rsidP="004A0492">
      <w:pPr>
        <w:pStyle w:val="Listing"/>
      </w:pPr>
      <w:r>
        <w:tab/>
      </w:r>
      <w:r>
        <w:tab/>
        <w:t>"common/LayoutExtensionTypes.h"</w:t>
      </w:r>
    </w:p>
    <w:p w:rsidR="005D779B" w:rsidRDefault="005D779B" w:rsidP="004A0492">
      <w:pPr>
        <w:pStyle w:val="Listing"/>
      </w:pPr>
      <w:r>
        <w:tab/>
      </w:r>
      <w:r>
        <w:tab/>
      </w:r>
    </w:p>
    <w:p w:rsidR="005D779B" w:rsidRDefault="005D779B" w:rsidP="004A0492">
      <w:pPr>
        <w:pStyle w:val="Listing"/>
      </w:pPr>
      <w:r>
        <w:tab/>
      </w:r>
      <w:r>
        <w:tab/>
        <w:t># extension points</w:t>
      </w:r>
    </w:p>
    <w:p w:rsidR="005D779B" w:rsidRDefault="005D779B" w:rsidP="004A0492">
      <w:pPr>
        <w:pStyle w:val="Listing"/>
      </w:pPr>
      <w:r>
        <w:tab/>
      </w:r>
      <w:r>
        <w:tab/>
        <w:t>"extension/LayoutExtension.cpp"</w:t>
      </w:r>
    </w:p>
    <w:p w:rsidR="005D779B" w:rsidRDefault="005D779B" w:rsidP="004A0492">
      <w:pPr>
        <w:pStyle w:val="Listing"/>
      </w:pPr>
      <w:r>
        <w:tab/>
      </w:r>
      <w:r>
        <w:tab/>
        <w:t>"extension/LayoutExtension.h"</w:t>
      </w:r>
    </w:p>
    <w:p w:rsidR="005D779B" w:rsidRDefault="005D779B" w:rsidP="004A0492">
      <w:pPr>
        <w:pStyle w:val="Listing"/>
      </w:pPr>
      <w:r>
        <w:tab/>
      </w:r>
      <w:r>
        <w:tab/>
        <w:t>"extension/LayoutModelPlugin.cpp"</w:t>
      </w:r>
    </w:p>
    <w:p w:rsidR="005D779B" w:rsidRDefault="005D779B" w:rsidP="004A0492">
      <w:pPr>
        <w:pStyle w:val="Listing"/>
      </w:pPr>
      <w:r>
        <w:tab/>
      </w:r>
      <w:r>
        <w:tab/>
        <w:t>"extension/LayoutModelPlugin.h"</w:t>
      </w:r>
    </w:p>
    <w:p w:rsidR="005D779B" w:rsidRDefault="005D779B" w:rsidP="004A0492">
      <w:pPr>
        <w:pStyle w:val="Listing"/>
      </w:pPr>
      <w:r>
        <w:tab/>
      </w:r>
      <w:r>
        <w:tab/>
        <w:t>"extension/LayoutSpeciesReferencePlugin.cpp"</w:t>
      </w:r>
    </w:p>
    <w:p w:rsidR="005D779B" w:rsidRDefault="005D779B" w:rsidP="004A0492">
      <w:pPr>
        <w:pStyle w:val="Listing"/>
      </w:pPr>
      <w:r>
        <w:tab/>
      </w:r>
      <w:r>
        <w:tab/>
        <w:t>"extension/LayoutSpeciesReferencePlugin.cpp"</w:t>
      </w:r>
    </w:p>
    <w:p w:rsidR="005D779B" w:rsidRDefault="005D779B" w:rsidP="004A0492">
      <w:pPr>
        <w:pStyle w:val="Listing"/>
      </w:pPr>
      <w:r>
        <w:tab/>
      </w:r>
      <w:r>
        <w:tab/>
      </w:r>
    </w:p>
    <w:p w:rsidR="005D779B" w:rsidRDefault="005D779B" w:rsidP="004A0492">
      <w:pPr>
        <w:pStyle w:val="Listing"/>
      </w:pPr>
      <w:r>
        <w:tab/>
      </w:r>
      <w:r>
        <w:tab/>
        <w:t># new SBML classes</w:t>
      </w:r>
      <w:r>
        <w:tab/>
      </w:r>
      <w:r>
        <w:tab/>
      </w:r>
    </w:p>
    <w:p w:rsidR="005D779B" w:rsidRDefault="005D779B" w:rsidP="004A0492">
      <w:pPr>
        <w:pStyle w:val="Listing"/>
      </w:pPr>
      <w:r>
        <w:tab/>
      </w:r>
      <w:r>
        <w:tab/>
        <w:t>"sbml/BoundingBox.cpp"</w:t>
      </w:r>
    </w:p>
    <w:p w:rsidR="005D779B" w:rsidRDefault="005D779B" w:rsidP="004A0492">
      <w:pPr>
        <w:pStyle w:val="Listing"/>
      </w:pPr>
      <w:r>
        <w:tab/>
      </w:r>
      <w:r>
        <w:tab/>
        <w:t>"sbml/BoundingBox.h"</w:t>
      </w:r>
    </w:p>
    <w:p w:rsidR="005D779B" w:rsidRDefault="005D779B" w:rsidP="004A0492">
      <w:pPr>
        <w:pStyle w:val="Listing"/>
      </w:pPr>
      <w:r>
        <w:tab/>
      </w:r>
      <w:r>
        <w:tab/>
        <w:t>"sbml/CompartmentGlyph.cpp"</w:t>
      </w:r>
    </w:p>
    <w:p w:rsidR="005D779B" w:rsidRDefault="005D779B" w:rsidP="004A0492">
      <w:pPr>
        <w:pStyle w:val="Listing"/>
      </w:pPr>
      <w:r>
        <w:tab/>
      </w:r>
      <w:r>
        <w:tab/>
        <w:t>"sbml/CompartmentGlyph.h"</w:t>
      </w:r>
    </w:p>
    <w:p w:rsidR="005D779B" w:rsidRDefault="005D779B" w:rsidP="004A0492">
      <w:pPr>
        <w:pStyle w:val="Listing"/>
      </w:pPr>
      <w:r>
        <w:tab/>
      </w:r>
      <w:r>
        <w:tab/>
        <w:t>"sbml/CubicBezier.cpp"</w:t>
      </w:r>
    </w:p>
    <w:p w:rsidR="005D779B" w:rsidRDefault="005D779B" w:rsidP="004A0492">
      <w:pPr>
        <w:pStyle w:val="Listing"/>
      </w:pPr>
      <w:r>
        <w:tab/>
      </w:r>
      <w:r>
        <w:tab/>
        <w:t>"sbml/CubicBezier.h"</w:t>
      </w:r>
    </w:p>
    <w:p w:rsidR="005D779B" w:rsidRDefault="005D779B" w:rsidP="004A0492">
      <w:pPr>
        <w:pStyle w:val="Listing"/>
      </w:pPr>
      <w:r>
        <w:tab/>
      </w:r>
      <w:r>
        <w:tab/>
        <w:t>"sbml/Curve.cpp"</w:t>
      </w:r>
    </w:p>
    <w:p w:rsidR="005D779B" w:rsidRDefault="005D779B" w:rsidP="004A0492">
      <w:pPr>
        <w:pStyle w:val="Listing"/>
      </w:pPr>
      <w:r>
        <w:tab/>
      </w:r>
      <w:r>
        <w:tab/>
        <w:t>"sbml/Curve.h"</w:t>
      </w:r>
    </w:p>
    <w:p w:rsidR="005D779B" w:rsidRPr="004A0492" w:rsidRDefault="005D779B" w:rsidP="004A0492">
      <w:pPr>
        <w:pStyle w:val="Listing"/>
        <w:rPr>
          <w:lang w:val="de-DE"/>
        </w:rPr>
      </w:pPr>
      <w:r>
        <w:tab/>
      </w:r>
      <w:r>
        <w:tab/>
      </w:r>
      <w:r w:rsidRPr="004A0492">
        <w:rPr>
          <w:lang w:val="de-DE"/>
        </w:rPr>
        <w:t>"sbml/Dimensions.cpp"</w:t>
      </w:r>
    </w:p>
    <w:p w:rsidR="005D779B" w:rsidRPr="004A0492" w:rsidRDefault="005D779B" w:rsidP="004A0492">
      <w:pPr>
        <w:pStyle w:val="Listing"/>
        <w:rPr>
          <w:lang w:val="de-DE"/>
        </w:rPr>
      </w:pPr>
      <w:r w:rsidRPr="004A0492">
        <w:rPr>
          <w:lang w:val="de-DE"/>
        </w:rPr>
        <w:tab/>
      </w:r>
      <w:r w:rsidRPr="004A0492">
        <w:rPr>
          <w:lang w:val="de-DE"/>
        </w:rPr>
        <w:tab/>
        <w:t>"sbml/Dimensions.h"</w:t>
      </w:r>
    </w:p>
    <w:p w:rsidR="005D779B" w:rsidRDefault="005D779B" w:rsidP="004A0492">
      <w:pPr>
        <w:pStyle w:val="Listing"/>
      </w:pPr>
      <w:r w:rsidRPr="004A0492">
        <w:rPr>
          <w:lang w:val="de-DE"/>
        </w:rPr>
        <w:tab/>
      </w:r>
      <w:r w:rsidRPr="004A0492">
        <w:rPr>
          <w:lang w:val="de-DE"/>
        </w:rPr>
        <w:tab/>
      </w:r>
      <w:r>
        <w:t>"sbml/GraphicalObject.cpp"</w:t>
      </w:r>
    </w:p>
    <w:p w:rsidR="005D779B" w:rsidRDefault="005D779B" w:rsidP="004A0492">
      <w:pPr>
        <w:pStyle w:val="Listing"/>
      </w:pPr>
      <w:r>
        <w:tab/>
      </w:r>
      <w:r>
        <w:tab/>
        <w:t>"sbml/GraphicalObject.h"</w:t>
      </w:r>
    </w:p>
    <w:p w:rsidR="005D779B" w:rsidRDefault="005D779B" w:rsidP="004A0492">
      <w:pPr>
        <w:pStyle w:val="Listing"/>
      </w:pPr>
      <w:r>
        <w:tab/>
      </w:r>
      <w:r>
        <w:tab/>
        <w:t>"sbml/Layout.cpp"</w:t>
      </w:r>
    </w:p>
    <w:p w:rsidR="005D779B" w:rsidRDefault="005D779B" w:rsidP="004A0492">
      <w:pPr>
        <w:pStyle w:val="Listing"/>
      </w:pPr>
      <w:r>
        <w:tab/>
      </w:r>
      <w:r>
        <w:tab/>
        <w:t>"sbml/Layout.h"</w:t>
      </w:r>
    </w:p>
    <w:p w:rsidR="005D779B" w:rsidRDefault="005D779B" w:rsidP="004A0492">
      <w:pPr>
        <w:pStyle w:val="Listing"/>
      </w:pPr>
      <w:r>
        <w:tab/>
      </w:r>
      <w:r>
        <w:tab/>
        <w:t>"sbml/LineSegment.cpp"</w:t>
      </w:r>
    </w:p>
    <w:p w:rsidR="005D779B" w:rsidRDefault="005D779B" w:rsidP="004A0492">
      <w:pPr>
        <w:pStyle w:val="Listing"/>
      </w:pPr>
      <w:r>
        <w:tab/>
      </w:r>
      <w:r>
        <w:tab/>
        <w:t>"sbml/LineSegment.h"</w:t>
      </w:r>
    </w:p>
    <w:p w:rsidR="005D779B" w:rsidRDefault="005D779B" w:rsidP="004A0492">
      <w:pPr>
        <w:pStyle w:val="Listing"/>
      </w:pPr>
      <w:r>
        <w:tab/>
      </w:r>
      <w:r>
        <w:tab/>
        <w:t>"sbml/Point.cpp"</w:t>
      </w:r>
    </w:p>
    <w:p w:rsidR="005D779B" w:rsidRDefault="005D779B" w:rsidP="004A0492">
      <w:pPr>
        <w:pStyle w:val="Listing"/>
      </w:pPr>
      <w:r>
        <w:tab/>
      </w:r>
      <w:r>
        <w:tab/>
        <w:t>"sbml/Point.h"</w:t>
      </w:r>
    </w:p>
    <w:p w:rsidR="005D779B" w:rsidRDefault="005D779B" w:rsidP="004A0492">
      <w:pPr>
        <w:pStyle w:val="Listing"/>
      </w:pPr>
      <w:r>
        <w:tab/>
      </w:r>
      <w:r>
        <w:tab/>
        <w:t>"sbml/ReactionGlyph.cpp"</w:t>
      </w:r>
    </w:p>
    <w:p w:rsidR="005D779B" w:rsidRDefault="005D779B" w:rsidP="004A0492">
      <w:pPr>
        <w:pStyle w:val="Listing"/>
      </w:pPr>
      <w:r>
        <w:tab/>
      </w:r>
      <w:r>
        <w:tab/>
        <w:t>"sbml/ReactionGlyph.h"</w:t>
      </w:r>
    </w:p>
    <w:p w:rsidR="005D779B" w:rsidRDefault="005D779B" w:rsidP="004A0492">
      <w:pPr>
        <w:pStyle w:val="Listing"/>
      </w:pPr>
      <w:r>
        <w:tab/>
      </w:r>
      <w:r>
        <w:tab/>
        <w:t>"sbml/SpeciesGlyph.cpp"</w:t>
      </w:r>
    </w:p>
    <w:p w:rsidR="005D779B" w:rsidRDefault="005D779B" w:rsidP="004A0492">
      <w:pPr>
        <w:pStyle w:val="Listing"/>
      </w:pPr>
      <w:r>
        <w:tab/>
      </w:r>
      <w:r>
        <w:tab/>
        <w:t>"sbml/SpeciesGlyph.h"</w:t>
      </w:r>
    </w:p>
    <w:p w:rsidR="005D779B" w:rsidRDefault="005D779B" w:rsidP="004A0492">
      <w:pPr>
        <w:pStyle w:val="Listing"/>
      </w:pPr>
      <w:r>
        <w:tab/>
      </w:r>
      <w:r>
        <w:tab/>
        <w:t>"sbml/SpeciesReferenceGlyph.cpp"</w:t>
      </w:r>
    </w:p>
    <w:p w:rsidR="005D779B" w:rsidRDefault="005D779B" w:rsidP="004A0492">
      <w:pPr>
        <w:pStyle w:val="Listing"/>
      </w:pPr>
      <w:r>
        <w:tab/>
      </w:r>
      <w:r>
        <w:tab/>
        <w:t>"sbml/SpeciesReferenceGlyph.h"</w:t>
      </w:r>
    </w:p>
    <w:p w:rsidR="005D779B" w:rsidRDefault="005D779B" w:rsidP="004A0492">
      <w:pPr>
        <w:pStyle w:val="Listing"/>
      </w:pPr>
      <w:r>
        <w:tab/>
      </w:r>
      <w:r>
        <w:tab/>
        <w:t>"sbml/SpeciesReferenceRole.h"</w:t>
      </w:r>
    </w:p>
    <w:p w:rsidR="005D779B" w:rsidRDefault="005D779B" w:rsidP="004A0492">
      <w:pPr>
        <w:pStyle w:val="Listing"/>
      </w:pPr>
      <w:r>
        <w:tab/>
      </w:r>
      <w:r>
        <w:tab/>
        <w:t>"sbml/TextGlyph.cpp"</w:t>
      </w:r>
    </w:p>
    <w:p w:rsidR="005D779B" w:rsidRDefault="005D779B" w:rsidP="004A0492">
      <w:pPr>
        <w:pStyle w:val="Listing"/>
      </w:pPr>
      <w:r>
        <w:tab/>
      </w:r>
      <w:r>
        <w:tab/>
        <w:t>"sbml/TextGlyph.h"</w:t>
      </w:r>
    </w:p>
    <w:p w:rsidR="005D779B" w:rsidRDefault="005D779B" w:rsidP="004A0492">
      <w:pPr>
        <w:pStyle w:val="Listing"/>
      </w:pPr>
      <w:r>
        <w:tab/>
      </w:r>
      <w:r>
        <w:tab/>
      </w:r>
    </w:p>
    <w:p w:rsidR="005D779B" w:rsidRDefault="005D779B" w:rsidP="004A0492">
      <w:pPr>
        <w:pStyle w:val="Listing"/>
      </w:pPr>
      <w:r>
        <w:tab/>
      </w:r>
      <w:r>
        <w:tab/>
        <w:t># test cases</w:t>
      </w:r>
    </w:p>
    <w:p w:rsidR="005D779B" w:rsidRDefault="005D779B" w:rsidP="004A0492">
      <w:pPr>
        <w:pStyle w:val="Listing"/>
      </w:pPr>
      <w:r>
        <w:tab/>
      </w:r>
      <w:r>
        <w:tab/>
        <w:t>"sbml/test/CMakeLists.txt"</w:t>
      </w:r>
    </w:p>
    <w:p w:rsidR="005D779B" w:rsidRDefault="005D779B" w:rsidP="004A0492">
      <w:pPr>
        <w:pStyle w:val="Listing"/>
      </w:pPr>
      <w:r>
        <w:tab/>
      </w:r>
      <w:r>
        <w:tab/>
        <w:t>"sbml/test/TestBoundingBox.cpp"</w:t>
      </w:r>
    </w:p>
    <w:p w:rsidR="005D779B" w:rsidRDefault="005D779B" w:rsidP="004A0492">
      <w:pPr>
        <w:pStyle w:val="Listing"/>
      </w:pPr>
      <w:r>
        <w:tab/>
      </w:r>
      <w:r>
        <w:tab/>
        <w:t>"sbml/test/TestCompartmentGlyph.cpp"</w:t>
      </w:r>
    </w:p>
    <w:p w:rsidR="005D779B" w:rsidRDefault="005D779B" w:rsidP="004A0492">
      <w:pPr>
        <w:pStyle w:val="Listing"/>
      </w:pPr>
      <w:r>
        <w:tab/>
      </w:r>
      <w:r>
        <w:tab/>
        <w:t>"sbml/test/TestCubicBezier.cpp"</w:t>
      </w:r>
    </w:p>
    <w:p w:rsidR="005D779B" w:rsidRDefault="005D779B" w:rsidP="004A0492">
      <w:pPr>
        <w:pStyle w:val="Listing"/>
      </w:pPr>
      <w:r>
        <w:tab/>
      </w:r>
      <w:r>
        <w:tab/>
        <w:t>"sbml/test/TestCurve.cpp"</w:t>
      </w:r>
    </w:p>
    <w:p w:rsidR="005D779B" w:rsidRDefault="005D779B" w:rsidP="004A0492">
      <w:pPr>
        <w:pStyle w:val="Listing"/>
      </w:pPr>
      <w:r>
        <w:tab/>
      </w:r>
      <w:r>
        <w:tab/>
        <w:t>"sbml/test/TestDimensions.cpp"</w:t>
      </w:r>
    </w:p>
    <w:p w:rsidR="005D779B" w:rsidRDefault="005D779B" w:rsidP="004A0492">
      <w:pPr>
        <w:pStyle w:val="Listing"/>
      </w:pPr>
      <w:r>
        <w:tab/>
      </w:r>
      <w:r>
        <w:tab/>
        <w:t>"sbml/test/TestGraphicalObject.cpp"</w:t>
      </w:r>
    </w:p>
    <w:p w:rsidR="005D779B" w:rsidRDefault="005D779B" w:rsidP="004A0492">
      <w:pPr>
        <w:pStyle w:val="Listing"/>
      </w:pPr>
      <w:r>
        <w:tab/>
      </w:r>
      <w:r>
        <w:tab/>
        <w:t>"sbml/test/TestLayout.cpp"</w:t>
      </w:r>
    </w:p>
    <w:p w:rsidR="005D779B" w:rsidRDefault="005D779B" w:rsidP="004A0492">
      <w:pPr>
        <w:pStyle w:val="Listing"/>
      </w:pPr>
      <w:r>
        <w:tab/>
      </w:r>
      <w:r>
        <w:tab/>
        <w:t>"sbml/test/TestLayoutCreation.cpp"</w:t>
      </w:r>
    </w:p>
    <w:p w:rsidR="005D779B" w:rsidRDefault="005D779B" w:rsidP="004A0492">
      <w:pPr>
        <w:pStyle w:val="Listing"/>
      </w:pPr>
      <w:r>
        <w:tab/>
      </w:r>
      <w:r>
        <w:tab/>
        <w:t>"sbml/test/TestLayoutFormatter.cpp"</w:t>
      </w:r>
    </w:p>
    <w:p w:rsidR="005D779B" w:rsidRDefault="005D779B" w:rsidP="004A0492">
      <w:pPr>
        <w:pStyle w:val="Listing"/>
      </w:pPr>
      <w:r>
        <w:tab/>
      </w:r>
      <w:r>
        <w:tab/>
        <w:t>"sbml/test/TestLayoutWriting.cpp"</w:t>
      </w:r>
    </w:p>
    <w:p w:rsidR="005D779B" w:rsidRDefault="005D779B" w:rsidP="004A0492">
      <w:pPr>
        <w:pStyle w:val="Listing"/>
      </w:pPr>
      <w:r>
        <w:tab/>
      </w:r>
      <w:r>
        <w:tab/>
        <w:t>"sbml/test/TestLineSegment.cpp"</w:t>
      </w:r>
    </w:p>
    <w:p w:rsidR="005D779B" w:rsidRDefault="005D779B" w:rsidP="004A0492">
      <w:pPr>
        <w:pStyle w:val="Listing"/>
      </w:pPr>
      <w:r>
        <w:tab/>
      </w:r>
      <w:r>
        <w:tab/>
        <w:t>"sbml/test/TestPoint.cpp"</w:t>
      </w:r>
    </w:p>
    <w:p w:rsidR="005D779B" w:rsidRDefault="005D779B" w:rsidP="004A0492">
      <w:pPr>
        <w:pStyle w:val="Listing"/>
      </w:pPr>
      <w:r>
        <w:tab/>
      </w:r>
      <w:r>
        <w:tab/>
        <w:t>"sbml/test/TestReactionGlyph.cpp"</w:t>
      </w:r>
    </w:p>
    <w:p w:rsidR="005D779B" w:rsidRDefault="005D779B" w:rsidP="004A0492">
      <w:pPr>
        <w:pStyle w:val="Listing"/>
      </w:pPr>
      <w:r>
        <w:tab/>
      </w:r>
      <w:r>
        <w:tab/>
        <w:t>"sbml/test/TestRunner.c"</w:t>
      </w:r>
    </w:p>
    <w:p w:rsidR="005D779B" w:rsidRDefault="005D779B" w:rsidP="004A0492">
      <w:pPr>
        <w:pStyle w:val="Listing"/>
      </w:pPr>
      <w:r>
        <w:tab/>
      </w:r>
      <w:r>
        <w:tab/>
        <w:t>"sbml/test/TestSBMLHandler.cpp"</w:t>
      </w:r>
    </w:p>
    <w:p w:rsidR="005D779B" w:rsidRDefault="005D779B" w:rsidP="004A0492">
      <w:pPr>
        <w:pStyle w:val="Listing"/>
      </w:pPr>
      <w:r>
        <w:tab/>
      </w:r>
      <w:r>
        <w:tab/>
        <w:t>"sbml/test/TestSpeciesGlyph.cpp"</w:t>
      </w:r>
    </w:p>
    <w:p w:rsidR="005D779B" w:rsidRDefault="005D779B" w:rsidP="004A0492">
      <w:pPr>
        <w:pStyle w:val="Listing"/>
      </w:pPr>
      <w:r>
        <w:tab/>
      </w:r>
      <w:r>
        <w:tab/>
        <w:t>"sbml/test/TestSpeciesReferenceGlyph.cpp"</w:t>
      </w:r>
    </w:p>
    <w:p w:rsidR="005D779B" w:rsidRDefault="005D779B" w:rsidP="004A0492">
      <w:pPr>
        <w:pStyle w:val="Listing"/>
      </w:pPr>
      <w:r>
        <w:tab/>
      </w:r>
      <w:r>
        <w:tab/>
        <w:t>"sbml/test/TestTextGlyph.cpp"</w:t>
      </w:r>
    </w:p>
    <w:p w:rsidR="005D779B" w:rsidRDefault="005D779B" w:rsidP="004A0492">
      <w:pPr>
        <w:pStyle w:val="Listing"/>
      </w:pPr>
      <w:r>
        <w:tab/>
      </w:r>
      <w:r>
        <w:tab/>
        <w:t>"sbml/test/utility.cpp"</w:t>
      </w:r>
    </w:p>
    <w:p w:rsidR="005D779B" w:rsidRDefault="005D779B" w:rsidP="004A0492">
      <w:pPr>
        <w:pStyle w:val="Listing"/>
      </w:pPr>
      <w:r>
        <w:tab/>
      </w:r>
      <w:r>
        <w:tab/>
        <w:t>"sbml/test/utility.h"</w:t>
      </w:r>
    </w:p>
    <w:p w:rsidR="005D779B" w:rsidRDefault="005D779B" w:rsidP="004A0492">
      <w:pPr>
        <w:pStyle w:val="Listing"/>
      </w:pPr>
    </w:p>
    <w:p w:rsidR="005D779B" w:rsidRDefault="005D779B" w:rsidP="004A0492">
      <w:pPr>
        <w:pStyle w:val="Listing"/>
      </w:pPr>
      <w:r>
        <w:tab/>
      </w:r>
      <w:r>
        <w:tab/>
        <w:t># utility functions</w:t>
      </w:r>
    </w:p>
    <w:p w:rsidR="005D779B" w:rsidRDefault="005D779B" w:rsidP="004A0492">
      <w:pPr>
        <w:pStyle w:val="Listing"/>
      </w:pPr>
      <w:r>
        <w:tab/>
      </w:r>
      <w:r>
        <w:tab/>
        <w:t>"util/LayoutAnnotation.cpp"</w:t>
      </w:r>
    </w:p>
    <w:p w:rsidR="005D779B" w:rsidRDefault="005D779B" w:rsidP="004A0492">
      <w:pPr>
        <w:pStyle w:val="Listing"/>
      </w:pPr>
      <w:r>
        <w:tab/>
      </w:r>
      <w:r>
        <w:tab/>
        <w:t>"util/LayoutAnnotation.h"</w:t>
      </w:r>
    </w:p>
    <w:p w:rsidR="005D779B" w:rsidRDefault="005D779B" w:rsidP="004A0492">
      <w:pPr>
        <w:pStyle w:val="Listing"/>
      </w:pPr>
      <w:r>
        <w:tab/>
      </w:r>
      <w:r>
        <w:tab/>
        <w:t>"util/LayoutUtilities.cpp"</w:t>
      </w:r>
    </w:p>
    <w:p w:rsidR="005D779B" w:rsidRDefault="005D779B" w:rsidP="004A0492">
      <w:pPr>
        <w:pStyle w:val="Listing"/>
      </w:pPr>
      <w:r>
        <w:tab/>
      </w:r>
      <w:r>
        <w:tab/>
        <w:t>"util/LayoutUtilities.h"</w:t>
      </w:r>
    </w:p>
    <w:p w:rsidR="005D779B" w:rsidRDefault="005D779B" w:rsidP="004A0492">
      <w:pPr>
        <w:pStyle w:val="Listing"/>
      </w:pPr>
      <w:r>
        <w:tab/>
        <w:t>)</w:t>
      </w:r>
    </w:p>
    <w:p w:rsidR="005D779B" w:rsidRDefault="005D779B" w:rsidP="004A0492">
      <w:pPr>
        <w:pStyle w:val="Listing"/>
      </w:pPr>
    </w:p>
    <w:p w:rsidR="005D779B" w:rsidRDefault="005D779B" w:rsidP="004A0492">
      <w:pPr>
        <w:pStyle w:val="Listing"/>
      </w:pPr>
      <w:r>
        <w:t># specify the files for the language bindings</w:t>
      </w:r>
    </w:p>
    <w:p w:rsidR="005D779B" w:rsidRDefault="005D779B" w:rsidP="004A0492">
      <w:pPr>
        <w:pStyle w:val="Listing"/>
      </w:pPr>
      <w:r>
        <w:t>set(BINDING_FILES</w:t>
      </w:r>
    </w:p>
    <w:p w:rsidR="005D779B" w:rsidRDefault="005D779B" w:rsidP="004A0492">
      <w:pPr>
        <w:pStyle w:val="Listing"/>
      </w:pPr>
    </w:p>
    <w:p w:rsidR="005D779B" w:rsidRDefault="005D779B" w:rsidP="004A0492">
      <w:pPr>
        <w:pStyle w:val="Listing"/>
      </w:pPr>
      <w:r>
        <w:tab/>
      </w:r>
      <w:r>
        <w:tab/>
        <w:t># C# bindings</w:t>
      </w:r>
    </w:p>
    <w:p w:rsidR="005D779B" w:rsidRDefault="005D779B" w:rsidP="004A0492">
      <w:pPr>
        <w:pStyle w:val="Listing"/>
      </w:pPr>
      <w:r>
        <w:tab/>
      </w:r>
      <w:r>
        <w:tab/>
        <w:t>"bindings/csharp/local-downcast-extension-layout.i"</w:t>
      </w:r>
    </w:p>
    <w:p w:rsidR="005D779B" w:rsidRDefault="005D779B" w:rsidP="004A0492">
      <w:pPr>
        <w:pStyle w:val="Listing"/>
      </w:pPr>
      <w:r>
        <w:tab/>
      </w:r>
      <w:r>
        <w:tab/>
        <w:t>"bindings/csharp/local-downcast-namespaces-layout.i"</w:t>
      </w:r>
    </w:p>
    <w:p w:rsidR="005D779B" w:rsidRDefault="005D779B" w:rsidP="004A0492">
      <w:pPr>
        <w:pStyle w:val="Listing"/>
      </w:pPr>
      <w:r>
        <w:tab/>
      </w:r>
      <w:r>
        <w:tab/>
        <w:t>"bindings/csharp/local-packages-layout.i"</w:t>
      </w:r>
    </w:p>
    <w:p w:rsidR="005D779B" w:rsidRDefault="005D779B" w:rsidP="004A0492">
      <w:pPr>
        <w:pStyle w:val="Listing"/>
      </w:pPr>
      <w:r>
        <w:tab/>
      </w:r>
      <w:r>
        <w:tab/>
      </w:r>
    </w:p>
    <w:p w:rsidR="005D779B" w:rsidRDefault="005D779B" w:rsidP="004A0492">
      <w:pPr>
        <w:pStyle w:val="Listing"/>
      </w:pPr>
      <w:r>
        <w:tab/>
      </w:r>
      <w:r>
        <w:tab/>
        <w:t># java bindings</w:t>
      </w:r>
    </w:p>
    <w:p w:rsidR="005D779B" w:rsidRDefault="005D779B" w:rsidP="004A0492">
      <w:pPr>
        <w:pStyle w:val="Listing"/>
      </w:pPr>
      <w:r>
        <w:tab/>
      </w:r>
      <w:r>
        <w:tab/>
        <w:t>"bindings/java/local-downcast-extension-layout.i"</w:t>
      </w:r>
    </w:p>
    <w:p w:rsidR="005D779B" w:rsidRDefault="005D779B" w:rsidP="004A0492">
      <w:pPr>
        <w:pStyle w:val="Listing"/>
      </w:pPr>
      <w:r>
        <w:tab/>
      </w:r>
      <w:r>
        <w:tab/>
        <w:t>"bindings/java/local-downcast-namespaces-layout.i"</w:t>
      </w:r>
    </w:p>
    <w:p w:rsidR="005D779B" w:rsidRDefault="005D779B" w:rsidP="004A0492">
      <w:pPr>
        <w:pStyle w:val="Listing"/>
      </w:pPr>
      <w:r>
        <w:tab/>
      </w:r>
      <w:r>
        <w:tab/>
        <w:t>"bindings/java/local-packages-layout.i"</w:t>
      </w:r>
    </w:p>
    <w:p w:rsidR="005D779B" w:rsidRDefault="005D779B" w:rsidP="004A0492">
      <w:pPr>
        <w:pStyle w:val="Listing"/>
      </w:pPr>
      <w:r>
        <w:tab/>
      </w:r>
      <w:r>
        <w:tab/>
      </w:r>
    </w:p>
    <w:p w:rsidR="005D779B" w:rsidRDefault="005D779B" w:rsidP="004A0492">
      <w:pPr>
        <w:pStyle w:val="Listing"/>
      </w:pPr>
      <w:r>
        <w:tab/>
      </w:r>
      <w:r>
        <w:tab/>
        <w:t># perl bindings</w:t>
      </w:r>
    </w:p>
    <w:p w:rsidR="005D779B" w:rsidRDefault="005D779B" w:rsidP="004A0492">
      <w:pPr>
        <w:pStyle w:val="Listing"/>
      </w:pPr>
      <w:r>
        <w:tab/>
      </w:r>
      <w:r>
        <w:tab/>
        <w:t>"bindings/perl/local-downcast-extension-layout.cpp"</w:t>
      </w:r>
    </w:p>
    <w:p w:rsidR="005D779B" w:rsidRDefault="005D779B" w:rsidP="004A0492">
      <w:pPr>
        <w:pStyle w:val="Listing"/>
      </w:pPr>
      <w:r>
        <w:tab/>
      </w:r>
      <w:r>
        <w:tab/>
        <w:t>"bindings/perl/local-downcast-packages-layout.cpp"</w:t>
      </w:r>
    </w:p>
    <w:p w:rsidR="005D779B" w:rsidRDefault="005D779B" w:rsidP="004A0492">
      <w:pPr>
        <w:pStyle w:val="Listing"/>
      </w:pPr>
      <w:r>
        <w:tab/>
      </w:r>
      <w:r>
        <w:tab/>
        <w:t>"bindings/perl/local-downcast-namespaces-layout.cpp"</w:t>
      </w:r>
    </w:p>
    <w:p w:rsidR="005D779B" w:rsidRDefault="005D779B" w:rsidP="004A0492">
      <w:pPr>
        <w:pStyle w:val="Listing"/>
      </w:pPr>
      <w:r>
        <w:tab/>
      </w:r>
      <w:r>
        <w:tab/>
        <w:t>"bindings/perl/local-downcast-plugins-layout.cpp"</w:t>
      </w:r>
    </w:p>
    <w:p w:rsidR="005D779B" w:rsidRDefault="005D779B" w:rsidP="004A0492">
      <w:pPr>
        <w:pStyle w:val="Listing"/>
      </w:pPr>
      <w:r>
        <w:tab/>
      </w:r>
      <w:r>
        <w:tab/>
      </w:r>
    </w:p>
    <w:p w:rsidR="005D779B" w:rsidRDefault="005D779B" w:rsidP="004A0492">
      <w:pPr>
        <w:pStyle w:val="Listing"/>
      </w:pPr>
      <w:r>
        <w:tab/>
      </w:r>
      <w:r>
        <w:tab/>
        <w:t># python bindings</w:t>
      </w:r>
    </w:p>
    <w:p w:rsidR="005D779B" w:rsidRDefault="005D779B" w:rsidP="004A0492">
      <w:pPr>
        <w:pStyle w:val="Listing"/>
      </w:pPr>
      <w:r>
        <w:tab/>
      </w:r>
      <w:r>
        <w:tab/>
        <w:t>"bindings/python/local-downcast-extension-layout.cpp"</w:t>
      </w:r>
    </w:p>
    <w:p w:rsidR="005D779B" w:rsidRDefault="005D779B" w:rsidP="004A0492">
      <w:pPr>
        <w:pStyle w:val="Listing"/>
      </w:pPr>
      <w:r>
        <w:tab/>
      </w:r>
      <w:r>
        <w:tab/>
        <w:t>"bindings/python/local-downcast-packages-layout.cpp"</w:t>
      </w:r>
    </w:p>
    <w:p w:rsidR="005D779B" w:rsidRDefault="005D779B" w:rsidP="004A0492">
      <w:pPr>
        <w:pStyle w:val="Listing"/>
      </w:pPr>
      <w:r>
        <w:tab/>
      </w:r>
      <w:r>
        <w:tab/>
        <w:t>"bindings/python/local-downcast-namespaces-layout.cpp"</w:t>
      </w:r>
    </w:p>
    <w:p w:rsidR="005D779B" w:rsidRDefault="005D779B" w:rsidP="004A0492">
      <w:pPr>
        <w:pStyle w:val="Listing"/>
      </w:pPr>
      <w:r>
        <w:tab/>
      </w:r>
      <w:r>
        <w:tab/>
        <w:t>"bindings/python/local-downcast-plugins-layout.cpp"</w:t>
      </w:r>
    </w:p>
    <w:p w:rsidR="005D779B" w:rsidRDefault="005D779B" w:rsidP="004A0492">
      <w:pPr>
        <w:pStyle w:val="Listing"/>
      </w:pPr>
      <w:r>
        <w:tab/>
      </w:r>
      <w:r>
        <w:tab/>
        <w:t>"bindings/python/local-layout.i"</w:t>
      </w:r>
    </w:p>
    <w:p w:rsidR="005D779B" w:rsidRDefault="005D779B" w:rsidP="004A0492">
      <w:pPr>
        <w:pStyle w:val="Listing"/>
      </w:pPr>
      <w:r>
        <w:tab/>
      </w:r>
      <w:r>
        <w:tab/>
      </w:r>
    </w:p>
    <w:p w:rsidR="005D779B" w:rsidRDefault="005D779B" w:rsidP="004A0492">
      <w:pPr>
        <w:pStyle w:val="Listing"/>
      </w:pPr>
      <w:r>
        <w:tab/>
      </w:r>
      <w:r>
        <w:tab/>
        <w:t># ruby bindings</w:t>
      </w:r>
    </w:p>
    <w:p w:rsidR="005D779B" w:rsidRDefault="005D779B" w:rsidP="004A0492">
      <w:pPr>
        <w:pStyle w:val="Listing"/>
      </w:pPr>
      <w:r>
        <w:tab/>
      </w:r>
      <w:r>
        <w:tab/>
        <w:t>"bindings/ruby/local-downcast-extension-layout.cpp"</w:t>
      </w:r>
    </w:p>
    <w:p w:rsidR="005D779B" w:rsidRDefault="005D779B" w:rsidP="004A0492">
      <w:pPr>
        <w:pStyle w:val="Listing"/>
      </w:pPr>
      <w:r>
        <w:tab/>
      </w:r>
      <w:r>
        <w:tab/>
        <w:t>"bindings/ruby/local-downcast-packages-layout.cpp"</w:t>
      </w:r>
    </w:p>
    <w:p w:rsidR="005D779B" w:rsidRDefault="005D779B" w:rsidP="004A0492">
      <w:pPr>
        <w:pStyle w:val="Listing"/>
      </w:pPr>
      <w:r>
        <w:tab/>
      </w:r>
      <w:r>
        <w:tab/>
        <w:t>"bindings/ruby/local-downcast-namespaces-layout.cpp"</w:t>
      </w:r>
    </w:p>
    <w:p w:rsidR="005D779B" w:rsidRDefault="005D779B" w:rsidP="004A0492">
      <w:pPr>
        <w:pStyle w:val="Listing"/>
      </w:pPr>
      <w:r>
        <w:tab/>
      </w:r>
      <w:r>
        <w:tab/>
        <w:t>"bindings/ruby/local-downcast-plugins-layout.cpp"</w:t>
      </w:r>
    </w:p>
    <w:p w:rsidR="005D779B" w:rsidRDefault="005D779B" w:rsidP="004A0492">
      <w:pPr>
        <w:pStyle w:val="Listing"/>
      </w:pPr>
      <w:r>
        <w:tab/>
      </w:r>
      <w:r>
        <w:tab/>
        <w:t>"bindings/ruby/local-layout.i"</w:t>
      </w:r>
    </w:p>
    <w:p w:rsidR="005D779B" w:rsidRDefault="005D779B" w:rsidP="004A0492">
      <w:pPr>
        <w:pStyle w:val="Listing"/>
      </w:pPr>
      <w:r>
        <w:tab/>
      </w:r>
      <w:r>
        <w:tab/>
      </w:r>
    </w:p>
    <w:p w:rsidR="005D779B" w:rsidRDefault="005D779B" w:rsidP="004A0492">
      <w:pPr>
        <w:pStyle w:val="Listing"/>
      </w:pPr>
      <w:r>
        <w:tab/>
      </w:r>
      <w:r>
        <w:tab/>
        <w:t># generic swig bindings</w:t>
      </w:r>
      <w:r>
        <w:tab/>
      </w:r>
      <w:r>
        <w:tab/>
      </w:r>
    </w:p>
    <w:p w:rsidR="005D779B" w:rsidRDefault="005D779B" w:rsidP="004A0492">
      <w:pPr>
        <w:pStyle w:val="Listing"/>
      </w:pPr>
      <w:r>
        <w:tab/>
      </w:r>
      <w:r>
        <w:tab/>
        <w:t>"bindings/swig/layout-package.h"</w:t>
      </w:r>
    </w:p>
    <w:p w:rsidR="005D779B" w:rsidRDefault="005D779B" w:rsidP="004A0492">
      <w:pPr>
        <w:pStyle w:val="Listing"/>
      </w:pPr>
      <w:r>
        <w:tab/>
      </w:r>
      <w:r>
        <w:tab/>
        <w:t>"bindings/swig/layout-package.i"</w:t>
      </w:r>
      <w:r>
        <w:tab/>
      </w:r>
    </w:p>
    <w:p w:rsidR="005D779B" w:rsidRDefault="005D779B" w:rsidP="004A0492">
      <w:pPr>
        <w:pStyle w:val="Listing"/>
      </w:pPr>
      <w:r>
        <w:tab/>
        <w:t>)</w:t>
      </w:r>
    </w:p>
    <w:p w:rsidR="005D779B" w:rsidRDefault="005D779B" w:rsidP="004A0492">
      <w:pPr>
        <w:pStyle w:val="Listing"/>
      </w:pPr>
    </w:p>
    <w:p w:rsidR="005D779B" w:rsidRDefault="005D779B" w:rsidP="004A0492">
      <w:pPr>
        <w:pStyle w:val="Listing"/>
      </w:pPr>
      <w:r>
        <w:t>if(MODE STREQUAL "integrate")</w:t>
      </w:r>
    </w:p>
    <w:p w:rsidR="005D779B" w:rsidRDefault="005D779B" w:rsidP="004A0492">
      <w:pPr>
        <w:pStyle w:val="Listing"/>
      </w:pPr>
      <w:r>
        <w:tab/>
        <w:t># integrate the package with the specified libsbml source directory</w:t>
      </w:r>
    </w:p>
    <w:p w:rsidR="005D779B" w:rsidRDefault="005D779B" w:rsidP="004A0492">
      <w:pPr>
        <w:pStyle w:val="Listing"/>
      </w:pPr>
    </w:p>
    <w:p w:rsidR="005D779B" w:rsidRDefault="005D779B" w:rsidP="004A0492">
      <w:pPr>
        <w:pStyle w:val="Listing"/>
      </w:pPr>
      <w:r>
        <w:tab/>
      </w:r>
    </w:p>
    <w:p w:rsidR="005D779B" w:rsidRDefault="005D779B" w:rsidP="004A0492">
      <w:pPr>
        <w:pStyle w:val="Listing"/>
      </w:pPr>
      <w:r>
        <w:tab/>
        <w:t># copy the CMake script that integrates the source files with libsbml-5</w:t>
      </w:r>
    </w:p>
    <w:p w:rsidR="005D779B" w:rsidRDefault="005D779B" w:rsidP="004A0492">
      <w:pPr>
        <w:pStyle w:val="Listing"/>
      </w:pPr>
      <w:r>
        <w:tab/>
        <w:t>copy_file("../layout-package.cmake" "${LIBSBML_SOURCE}")</w:t>
      </w:r>
    </w:p>
    <w:p w:rsidR="005D779B" w:rsidRDefault="005D779B" w:rsidP="004A0492">
      <w:pPr>
        <w:pStyle w:val="Listing"/>
      </w:pPr>
      <w:r>
        <w:tab/>
        <w:t>copy_file("layout-package.cmake" ${LIBSBML_SOURCE}/src)</w:t>
      </w:r>
    </w:p>
    <w:p w:rsidR="005D779B" w:rsidRDefault="005D779B" w:rsidP="004A0492">
      <w:pPr>
        <w:pStyle w:val="Listing"/>
      </w:pPr>
      <w:r>
        <w:tab/>
      </w:r>
    </w:p>
    <w:p w:rsidR="005D779B" w:rsidRDefault="005D779B" w:rsidP="004A0492">
      <w:pPr>
        <w:pStyle w:val="Listing"/>
      </w:pPr>
      <w:r>
        <w:tab/>
        <w:t># copy language binding files</w:t>
      </w:r>
    </w:p>
    <w:p w:rsidR="005D779B" w:rsidRDefault="005D779B" w:rsidP="004A0492">
      <w:pPr>
        <w:pStyle w:val="Listing"/>
      </w:pPr>
      <w:r>
        <w:tab/>
        <w:t>foreach(bindingFile ${BINDING_FILES})</w:t>
      </w:r>
      <w:r>
        <w:tab/>
      </w:r>
    </w:p>
    <w:p w:rsidR="005D779B" w:rsidRDefault="005D779B" w:rsidP="004A0492">
      <w:pPr>
        <w:pStyle w:val="Listing"/>
      </w:pPr>
      <w:r>
        <w:tab/>
      </w:r>
      <w:r>
        <w:tab/>
        <w:t>copy_file_to_subdir( ${bindingFile} ${LIBSBML_SOURCE}/src)</w:t>
      </w:r>
    </w:p>
    <w:p w:rsidR="005D779B" w:rsidRDefault="005D779B" w:rsidP="004A0492">
      <w:pPr>
        <w:pStyle w:val="Listing"/>
      </w:pPr>
      <w:r>
        <w:tab/>
        <w:t>endforeach()</w:t>
      </w:r>
    </w:p>
    <w:p w:rsidR="005D779B" w:rsidRDefault="005D779B" w:rsidP="004A0492">
      <w:pPr>
        <w:pStyle w:val="Listing"/>
      </w:pPr>
      <w:r>
        <w:tab/>
      </w:r>
    </w:p>
    <w:p w:rsidR="005D779B" w:rsidRDefault="005D779B" w:rsidP="004A0492">
      <w:pPr>
        <w:pStyle w:val="Listing"/>
      </w:pPr>
      <w:r>
        <w:tab/>
        <w:t># copy package files</w:t>
      </w:r>
    </w:p>
    <w:p w:rsidR="005D779B" w:rsidRDefault="005D779B" w:rsidP="004A0492">
      <w:pPr>
        <w:pStyle w:val="Listing"/>
      </w:pPr>
      <w:r>
        <w:tab/>
        <w:t>foreach(packageFile ${PACKAGE_FILES})</w:t>
      </w:r>
      <w:r>
        <w:tab/>
      </w:r>
    </w:p>
    <w:p w:rsidR="005D779B" w:rsidRDefault="005D779B" w:rsidP="004A0492">
      <w:pPr>
        <w:pStyle w:val="Listing"/>
      </w:pPr>
      <w:r>
        <w:tab/>
      </w:r>
      <w:r>
        <w:tab/>
        <w:t>copy_file_to_subdir( ${packageFile} ${LIBSBML_SOURCE}/src/packages/layout)</w:t>
      </w:r>
    </w:p>
    <w:p w:rsidR="005D779B" w:rsidRDefault="005D779B" w:rsidP="004A0492">
      <w:pPr>
        <w:pStyle w:val="Listing"/>
      </w:pPr>
      <w:r>
        <w:tab/>
        <w:t>endforeach()</w:t>
      </w:r>
    </w:p>
    <w:p w:rsidR="005D779B" w:rsidRDefault="005D779B" w:rsidP="004A0492">
      <w:pPr>
        <w:pStyle w:val="Listing"/>
      </w:pPr>
      <w:r>
        <w:tab/>
      </w:r>
    </w:p>
    <w:p w:rsidR="005D779B" w:rsidRDefault="005D779B" w:rsidP="004A0492">
      <w:pPr>
        <w:pStyle w:val="Listing"/>
      </w:pPr>
      <w:r>
        <w:tab/>
        <w:t># copy header files to include directory just in case</w:t>
      </w:r>
    </w:p>
    <w:p w:rsidR="005D779B" w:rsidRDefault="005D779B" w:rsidP="004A0492">
      <w:pPr>
        <w:pStyle w:val="Listing"/>
      </w:pPr>
      <w:r>
        <w:tab/>
        <w:t>foreach(dir common extension sbml)</w:t>
      </w:r>
    </w:p>
    <w:p w:rsidR="005D779B" w:rsidRDefault="005D779B" w:rsidP="004A0492">
      <w:pPr>
        <w:pStyle w:val="Listing"/>
      </w:pPr>
    </w:p>
    <w:p w:rsidR="005D779B" w:rsidRDefault="005D779B" w:rsidP="004A0492">
      <w:pPr>
        <w:pStyle w:val="Listing"/>
      </w:pPr>
      <w:r>
        <w:tab/>
      </w:r>
      <w:r>
        <w:tab/>
        <w:t># copy files</w:t>
      </w:r>
    </w:p>
    <w:p w:rsidR="005D779B" w:rsidRDefault="005D779B" w:rsidP="004A0492">
      <w:pPr>
        <w:pStyle w:val="Listing"/>
      </w:pPr>
      <w:r>
        <w:tab/>
      </w:r>
      <w:r>
        <w:tab/>
        <w:t>copy_files( ${CMAKE_CURRENT_SOURCE_DIR}/${dir}/</w:t>
      </w:r>
    </w:p>
    <w:p w:rsidR="005D779B" w:rsidRDefault="005D779B" w:rsidP="004A0492">
      <w:pPr>
        <w:pStyle w:val="Listing"/>
      </w:pPr>
      <w:r>
        <w:tab/>
      </w:r>
      <w:r>
        <w:tab/>
      </w:r>
      <w:r>
        <w:tab/>
      </w:r>
      <w:r>
        <w:tab/>
        <w:t>${LIBSBML_SOURCE}/include/sbml/layout *.h )</w:t>
      </w:r>
    </w:p>
    <w:p w:rsidR="005D779B" w:rsidRDefault="005D779B" w:rsidP="004A0492">
      <w:pPr>
        <w:pStyle w:val="Listing"/>
      </w:pPr>
      <w:r>
        <w:tab/>
      </w:r>
    </w:p>
    <w:p w:rsidR="005D779B" w:rsidRDefault="005D779B" w:rsidP="004A0492">
      <w:pPr>
        <w:pStyle w:val="Listing"/>
      </w:pPr>
      <w:r>
        <w:tab/>
        <w:t>endforeach()</w:t>
      </w:r>
    </w:p>
    <w:p w:rsidR="005D779B" w:rsidRDefault="005D779B" w:rsidP="004A0492">
      <w:pPr>
        <w:pStyle w:val="Listing"/>
      </w:pPr>
      <w:r>
        <w:tab/>
      </w:r>
    </w:p>
    <w:p w:rsidR="005D779B" w:rsidRDefault="005D779B" w:rsidP="004A0492">
      <w:pPr>
        <w:pStyle w:val="Listing"/>
      </w:pPr>
      <w:r>
        <w:tab/>
        <w:t>add_custom_target(integrate ALL)</w:t>
      </w:r>
    </w:p>
    <w:p w:rsidR="005D779B" w:rsidRDefault="005D779B" w:rsidP="004A0492">
      <w:pPr>
        <w:pStyle w:val="Listing"/>
      </w:pPr>
      <w:r>
        <w:tab/>
      </w:r>
    </w:p>
    <w:p w:rsidR="005D779B" w:rsidRDefault="005D779B" w:rsidP="004A0492">
      <w:pPr>
        <w:pStyle w:val="Listing"/>
      </w:pPr>
      <w:r>
        <w:tab/>
        <w:t>message(STATUS "Finished integrating the SBML layout package with the libsbml source tree in:")</w:t>
      </w:r>
    </w:p>
    <w:p w:rsidR="005D779B" w:rsidRDefault="005D779B" w:rsidP="004A0492">
      <w:pPr>
        <w:pStyle w:val="Listing"/>
      </w:pPr>
      <w:r>
        <w:tab/>
        <w:t>message(STATUS "${LIBSBML_SOURCE}")</w:t>
      </w:r>
    </w:p>
    <w:p w:rsidR="005D779B" w:rsidRDefault="005D779B" w:rsidP="004A0492">
      <w:pPr>
        <w:pStyle w:val="Listing"/>
      </w:pPr>
      <w:r>
        <w:tab/>
      </w:r>
      <w:r>
        <w:tab/>
      </w:r>
    </w:p>
    <w:p w:rsidR="005D779B" w:rsidRDefault="005D779B" w:rsidP="004A0492">
      <w:pPr>
        <w:pStyle w:val="Listing"/>
      </w:pPr>
      <w:r>
        <w:t>elseif(MODE STREQUAL "remove")</w:t>
      </w:r>
    </w:p>
    <w:p w:rsidR="005D779B" w:rsidRDefault="005D779B" w:rsidP="004A0492">
      <w:pPr>
        <w:pStyle w:val="Listing"/>
      </w:pPr>
      <w:r>
        <w:tab/>
        <w:t># remove all package files from the specified libsbml source directory</w:t>
      </w:r>
    </w:p>
    <w:p w:rsidR="005D779B" w:rsidRDefault="005D779B" w:rsidP="004A0492">
      <w:pPr>
        <w:pStyle w:val="Listing"/>
      </w:pPr>
      <w:r>
        <w:tab/>
      </w:r>
    </w:p>
    <w:p w:rsidR="005D779B" w:rsidRDefault="005D779B" w:rsidP="004A0492">
      <w:pPr>
        <w:pStyle w:val="Listing"/>
      </w:pPr>
      <w:r>
        <w:tab/>
        <w:t>remove_file(${LIBSBML_SOURCE}/layout-package.cmake)</w:t>
      </w:r>
    </w:p>
    <w:p w:rsidR="005D779B" w:rsidRDefault="005D779B" w:rsidP="004A0492">
      <w:pPr>
        <w:pStyle w:val="Listing"/>
      </w:pPr>
      <w:r>
        <w:tab/>
        <w:t>remove_file(${LIBSBML_SOURCE}/src/layout-package.cmake)</w:t>
      </w:r>
      <w:r>
        <w:tab/>
      </w:r>
    </w:p>
    <w:p w:rsidR="005D779B" w:rsidRDefault="005D779B" w:rsidP="004A0492">
      <w:pPr>
        <w:pStyle w:val="Listing"/>
      </w:pPr>
    </w:p>
    <w:p w:rsidR="005D779B" w:rsidRDefault="005D779B" w:rsidP="004A0492">
      <w:pPr>
        <w:pStyle w:val="Listing"/>
      </w:pPr>
      <w:r>
        <w:tab/>
        <w:t># copy language binding files</w:t>
      </w:r>
    </w:p>
    <w:p w:rsidR="005D779B" w:rsidRDefault="005D779B" w:rsidP="004A0492">
      <w:pPr>
        <w:pStyle w:val="Listing"/>
      </w:pPr>
      <w:r>
        <w:tab/>
        <w:t>foreach(bindingFile ${BINDING_FILES})</w:t>
      </w:r>
      <w:r>
        <w:tab/>
      </w:r>
    </w:p>
    <w:p w:rsidR="005D779B" w:rsidRDefault="005D779B" w:rsidP="004A0492">
      <w:pPr>
        <w:pStyle w:val="Listing"/>
      </w:pPr>
      <w:r>
        <w:tab/>
      </w:r>
      <w:r>
        <w:tab/>
        <w:t>remove_file_in_subdir( ${bindingFile} ${LIBSBML_SOURCE}/src)</w:t>
      </w:r>
    </w:p>
    <w:p w:rsidR="005D779B" w:rsidRDefault="005D779B" w:rsidP="004A0492">
      <w:pPr>
        <w:pStyle w:val="Listing"/>
      </w:pPr>
      <w:r>
        <w:tab/>
        <w:t>endforeach()</w:t>
      </w:r>
    </w:p>
    <w:p w:rsidR="005D779B" w:rsidRDefault="005D779B" w:rsidP="004A0492">
      <w:pPr>
        <w:pStyle w:val="Listing"/>
      </w:pPr>
      <w:r>
        <w:tab/>
      </w:r>
    </w:p>
    <w:p w:rsidR="005D779B" w:rsidRDefault="005D779B" w:rsidP="004A0492">
      <w:pPr>
        <w:pStyle w:val="Listing"/>
      </w:pPr>
      <w:r>
        <w:tab/>
        <w:t># copy package files</w:t>
      </w:r>
    </w:p>
    <w:p w:rsidR="005D779B" w:rsidRDefault="005D779B" w:rsidP="004A0492">
      <w:pPr>
        <w:pStyle w:val="Listing"/>
      </w:pPr>
      <w:r>
        <w:tab/>
        <w:t>foreach(packageFile ${PACKAGE_FILES})</w:t>
      </w:r>
      <w:r>
        <w:tab/>
      </w:r>
    </w:p>
    <w:p w:rsidR="005D779B" w:rsidRDefault="005D779B" w:rsidP="004A0492">
      <w:pPr>
        <w:pStyle w:val="Listing"/>
      </w:pPr>
      <w:r>
        <w:tab/>
      </w:r>
      <w:r>
        <w:tab/>
        <w:t>remove_file_in_subdir( ${packageFile} ${LIBSBML_SOURCE}/src/packages/layout)</w:t>
      </w:r>
    </w:p>
    <w:p w:rsidR="005D779B" w:rsidRDefault="005D779B" w:rsidP="004A0492">
      <w:pPr>
        <w:pStyle w:val="Listing"/>
      </w:pPr>
      <w:r>
        <w:tab/>
        <w:t>endforeach()</w:t>
      </w:r>
    </w:p>
    <w:p w:rsidR="005D779B" w:rsidRDefault="005D779B" w:rsidP="004A0492">
      <w:pPr>
        <w:pStyle w:val="Listing"/>
      </w:pPr>
      <w:r>
        <w:tab/>
      </w:r>
    </w:p>
    <w:p w:rsidR="005D779B" w:rsidRDefault="005D779B" w:rsidP="004A0492">
      <w:pPr>
        <w:pStyle w:val="Listing"/>
      </w:pPr>
      <w:r>
        <w:tab/>
        <w:t># delete package directory</w:t>
      </w:r>
    </w:p>
    <w:p w:rsidR="005D779B" w:rsidRDefault="005D779B" w:rsidP="004A0492">
      <w:pPr>
        <w:pStyle w:val="Listing"/>
      </w:pPr>
      <w:r>
        <w:tab/>
        <w:t>file(REMOVE ${LIBSBML_SOURCE}/src/packages/layout)</w:t>
      </w:r>
    </w:p>
    <w:p w:rsidR="005D779B" w:rsidRDefault="005D779B" w:rsidP="004A0492">
      <w:pPr>
        <w:pStyle w:val="Listing"/>
      </w:pPr>
      <w:r>
        <w:tab/>
        <w:t>file(REMOVE_RECURSE ${LIBSBML_SOURCE}/include/sbml/layout)</w:t>
      </w:r>
    </w:p>
    <w:p w:rsidR="005D779B" w:rsidRDefault="005D779B" w:rsidP="004A0492">
      <w:pPr>
        <w:pStyle w:val="Listing"/>
      </w:pPr>
      <w:r>
        <w:tab/>
      </w:r>
    </w:p>
    <w:p w:rsidR="005D779B" w:rsidRDefault="005D779B" w:rsidP="004A0492">
      <w:pPr>
        <w:pStyle w:val="Listing"/>
      </w:pPr>
      <w:r>
        <w:tab/>
        <w:t>add_custom_target(remove ALL)</w:t>
      </w:r>
      <w:r>
        <w:tab/>
      </w:r>
    </w:p>
    <w:p w:rsidR="005D779B" w:rsidRDefault="005D779B" w:rsidP="004A0492">
      <w:pPr>
        <w:pStyle w:val="Listing"/>
      </w:pPr>
    </w:p>
    <w:p w:rsidR="005D779B" w:rsidRDefault="005D779B" w:rsidP="004A0492">
      <w:pPr>
        <w:pStyle w:val="Listing"/>
      </w:pPr>
      <w:r>
        <w:tab/>
        <w:t>message(STATUS "Finished removing the SBML layout package from the libsbml source tree in:")</w:t>
      </w:r>
    </w:p>
    <w:p w:rsidR="005D779B" w:rsidRDefault="005D779B" w:rsidP="004A0492">
      <w:pPr>
        <w:pStyle w:val="Listing"/>
      </w:pPr>
      <w:r>
        <w:tab/>
        <w:t>message(STATUS "${LIBSBML_SOURCE}")</w:t>
      </w:r>
    </w:p>
    <w:p w:rsidR="005D779B" w:rsidRDefault="005D779B" w:rsidP="004A0492">
      <w:pPr>
        <w:pStyle w:val="Listing"/>
      </w:pPr>
      <w:r>
        <w:tab/>
      </w:r>
      <w:r>
        <w:tab/>
      </w:r>
    </w:p>
    <w:p w:rsidR="005D779B" w:rsidRDefault="005D779B" w:rsidP="004A0492">
      <w:pPr>
        <w:pStyle w:val="Listing"/>
      </w:pPr>
    </w:p>
    <w:p w:rsidR="005D779B" w:rsidRDefault="005D779B" w:rsidP="004A0492">
      <w:pPr>
        <w:pStyle w:val="Listing"/>
      </w:pPr>
      <w:r>
        <w:t>endif()</w:t>
      </w:r>
    </w:p>
    <w:p w:rsidR="005D779B" w:rsidRPr="00E54EBD" w:rsidRDefault="005D779B" w:rsidP="00E54EBD">
      <w:pPr>
        <w:pStyle w:val="Listing"/>
      </w:pPr>
    </w:p>
    <w:p w:rsidR="005D779B" w:rsidRDefault="005D779B" w:rsidP="00272006">
      <w:pPr>
        <w:pStyle w:val="Heading2"/>
      </w:pPr>
      <w:r>
        <w:t>Package Build Files</w:t>
      </w:r>
    </w:p>
    <w:p w:rsidR="005D779B" w:rsidRDefault="005D779B" w:rsidP="00272006">
      <w:r>
        <w:t xml:space="preserve">Package build files are the files that, when integrated with the libSBML build system, provide an option to build the package and test the package. The most basic of them are the –package.cmake files. There are two of them, the first located in the package root directory, looks as follows: </w:t>
      </w:r>
    </w:p>
    <w:p w:rsidR="005D779B" w:rsidRPr="00914A2B" w:rsidRDefault="005D779B" w:rsidP="00914A2B">
      <w:pPr>
        <w:rPr>
          <w:rFonts w:ascii="Courier" w:hAnsi="Courier"/>
          <w:noProof/>
          <w:sz w:val="20"/>
          <w:szCs w:val="20"/>
        </w:rPr>
      </w:pPr>
      <w:r w:rsidRPr="00914A2B">
        <w:rPr>
          <w:rFonts w:ascii="Courier" w:hAnsi="Courier"/>
          <w:noProof/>
          <w:sz w:val="20"/>
          <w:szCs w:val="20"/>
        </w:rPr>
        <w:t>option(ENABLE_LAYOUT     "Enable SBML Layout package"    OFF )</w:t>
      </w:r>
    </w:p>
    <w:p w:rsidR="005D779B" w:rsidRPr="00914A2B" w:rsidRDefault="005D779B" w:rsidP="00914A2B">
      <w:pPr>
        <w:rPr>
          <w:rFonts w:ascii="Courier" w:hAnsi="Courier"/>
          <w:noProof/>
          <w:sz w:val="20"/>
          <w:szCs w:val="20"/>
        </w:rPr>
      </w:pPr>
    </w:p>
    <w:p w:rsidR="005D779B" w:rsidRPr="00914A2B" w:rsidRDefault="005D779B" w:rsidP="00914A2B">
      <w:pPr>
        <w:rPr>
          <w:rFonts w:ascii="Courier" w:hAnsi="Courier"/>
          <w:noProof/>
          <w:sz w:val="20"/>
          <w:szCs w:val="20"/>
        </w:rPr>
      </w:pPr>
      <w:r w:rsidRPr="00914A2B">
        <w:rPr>
          <w:rFonts w:ascii="Courier" w:hAnsi="Courier"/>
          <w:noProof/>
          <w:sz w:val="20"/>
          <w:szCs w:val="20"/>
        </w:rPr>
        <w:t>if(ENABLE_LAYOUT)</w:t>
      </w:r>
    </w:p>
    <w:p w:rsidR="005D779B" w:rsidRPr="00914A2B" w:rsidRDefault="005D779B" w:rsidP="00914A2B">
      <w:pPr>
        <w:rPr>
          <w:rFonts w:ascii="Courier" w:hAnsi="Courier"/>
          <w:noProof/>
          <w:sz w:val="20"/>
          <w:szCs w:val="20"/>
        </w:rPr>
      </w:pPr>
      <w:r w:rsidRPr="00914A2B">
        <w:rPr>
          <w:rFonts w:ascii="Courier" w:hAnsi="Courier"/>
          <w:noProof/>
          <w:sz w:val="20"/>
          <w:szCs w:val="20"/>
        </w:rPr>
        <w:tab/>
        <w:t>add_definitions( -DUSE_LAYOUT )</w:t>
      </w:r>
    </w:p>
    <w:p w:rsidR="005D779B" w:rsidRPr="00914A2B" w:rsidRDefault="005D779B" w:rsidP="00914A2B">
      <w:pPr>
        <w:rPr>
          <w:rFonts w:ascii="Courier" w:hAnsi="Courier"/>
          <w:noProof/>
          <w:sz w:val="20"/>
          <w:szCs w:val="20"/>
        </w:rPr>
      </w:pPr>
      <w:r w:rsidRPr="00914A2B">
        <w:rPr>
          <w:rFonts w:ascii="Courier" w:hAnsi="Courier"/>
          <w:noProof/>
          <w:sz w:val="20"/>
          <w:szCs w:val="20"/>
        </w:rPr>
        <w:tab/>
        <w:t>list(APPEND SWIG_EXTRA_ARGS -DUSE_LAYOUT)</w:t>
      </w:r>
      <w:r w:rsidRPr="00914A2B">
        <w:rPr>
          <w:rFonts w:ascii="Courier" w:hAnsi="Courier"/>
          <w:noProof/>
          <w:sz w:val="20"/>
          <w:szCs w:val="20"/>
        </w:rPr>
        <w:tab/>
      </w:r>
    </w:p>
    <w:p w:rsidR="005D779B" w:rsidRDefault="005D779B" w:rsidP="00914A2B">
      <w:pPr>
        <w:rPr>
          <w:rFonts w:ascii="Courier" w:hAnsi="Courier"/>
          <w:noProof/>
          <w:sz w:val="20"/>
          <w:szCs w:val="20"/>
        </w:rPr>
      </w:pPr>
      <w:r w:rsidRPr="00914A2B">
        <w:rPr>
          <w:rFonts w:ascii="Courier" w:hAnsi="Courier"/>
          <w:noProof/>
          <w:sz w:val="20"/>
          <w:szCs w:val="20"/>
        </w:rPr>
        <w:t>endif()</w:t>
      </w:r>
    </w:p>
    <w:p w:rsidR="005D779B" w:rsidRDefault="005D779B" w:rsidP="00914A2B">
      <w:r>
        <w:t xml:space="preserve">It basically provides the option to build the package (and the default value for it, in the above the layout package is chosen to be OFF by default). When chosen a flag is set, which can be checked in code later on (as is done by the language bindings). </w:t>
      </w:r>
    </w:p>
    <w:p w:rsidR="005D779B" w:rsidRDefault="005D779B" w:rsidP="00272006">
      <w:r>
        <w:t xml:space="preserve">The second –package.cmake file, located in the package src directory, is more elaborate. The full listing below shows how the integration is done. Note first that this file will have no effect if the ENABLE_LAYOUT option defined in the previous file is not ON. Then all C++ files in the subfolders are discovered and stored in a variable LAYOUT_SOURCES. Also all header files are copied into the libsbml/include folder. Next the header files are marked for installation. And finally the LAYOUT_SOURCES are added to the LIBSBML_SOURCES. This will cause them to be compiled into the libsbml library. The file ends with an inclusion of the test cases that test the layout sbml classes. As these tests have not been ported to windows yet, they can only be run on UNIX operating systems like Linux and OSX. </w:t>
      </w:r>
    </w:p>
    <w:p w:rsidR="005D779B" w:rsidRDefault="005D779B" w:rsidP="00D82F79"/>
    <w:p w:rsidR="005D779B" w:rsidRDefault="005D779B" w:rsidP="008E06E1">
      <w:pPr>
        <w:pStyle w:val="Listing"/>
      </w:pPr>
      <w:r>
        <w:t>if(ENABLE_LAYOUT)</w:t>
      </w:r>
    </w:p>
    <w:p w:rsidR="005D779B" w:rsidRDefault="005D779B" w:rsidP="008E06E1">
      <w:pPr>
        <w:pStyle w:val="Listing"/>
      </w:pPr>
    </w:p>
    <w:p w:rsidR="005D779B" w:rsidRDefault="005D779B" w:rsidP="008E06E1">
      <w:pPr>
        <w:pStyle w:val="Listing"/>
      </w:pPr>
      <w:r>
        <w:t>#include common macro for copying files</w:t>
      </w:r>
    </w:p>
    <w:p w:rsidR="005D779B" w:rsidRDefault="005D779B" w:rsidP="008E06E1">
      <w:pPr>
        <w:pStyle w:val="Listing"/>
      </w:pPr>
      <w:r>
        <w:t>include(${CMAKE_SOURCE_DIR}/common.cmake)</w:t>
      </w:r>
    </w:p>
    <w:p w:rsidR="005D779B" w:rsidRDefault="005D779B" w:rsidP="008E06E1">
      <w:pPr>
        <w:pStyle w:val="Listing"/>
      </w:pPr>
    </w:p>
    <w:p w:rsidR="005D779B" w:rsidRDefault="005D779B" w:rsidP="008E06E1">
      <w:pPr>
        <w:pStyle w:val="Listing"/>
      </w:pPr>
      <w:r>
        <w:t>include(${CMAKE_SOURCE_DIR}/layout-package.cmake)</w:t>
      </w:r>
    </w:p>
    <w:p w:rsidR="005D779B" w:rsidRDefault="005D779B" w:rsidP="008E06E1">
      <w:pPr>
        <w:pStyle w:val="Listing"/>
      </w:pPr>
    </w:p>
    <w:p w:rsidR="005D779B" w:rsidRDefault="005D779B" w:rsidP="008E06E1">
      <w:pPr>
        <w:pStyle w:val="Listing"/>
      </w:pPr>
      <w:r>
        <w:t>#build up sources</w:t>
      </w:r>
    </w:p>
    <w:p w:rsidR="005D779B" w:rsidRDefault="005D779B" w:rsidP="008E06E1">
      <w:pPr>
        <w:pStyle w:val="Listing"/>
      </w:pPr>
      <w:r>
        <w:t>set(LAYOUT_SOURCES)</w:t>
      </w:r>
    </w:p>
    <w:p w:rsidR="005D779B" w:rsidRDefault="005D779B" w:rsidP="008E06E1">
      <w:pPr>
        <w:pStyle w:val="Listing"/>
      </w:pPr>
    </w:p>
    <w:p w:rsidR="005D779B" w:rsidRDefault="005D779B" w:rsidP="008E06E1">
      <w:pPr>
        <w:pStyle w:val="Listing"/>
      </w:pPr>
      <w:r>
        <w:t># go through all directtories: common, extension, sbml and util</w:t>
      </w:r>
    </w:p>
    <w:p w:rsidR="005D779B" w:rsidRDefault="005D779B" w:rsidP="008E06E1">
      <w:pPr>
        <w:pStyle w:val="Listing"/>
      </w:pPr>
      <w:r>
        <w:t>foreach(dir common extension sbml util)</w:t>
      </w:r>
    </w:p>
    <w:p w:rsidR="005D779B" w:rsidRDefault="005D779B" w:rsidP="008E06E1">
      <w:pPr>
        <w:pStyle w:val="Listing"/>
      </w:pPr>
    </w:p>
    <w:p w:rsidR="005D779B" w:rsidRDefault="005D779B" w:rsidP="008E06E1">
      <w:pPr>
        <w:pStyle w:val="Listing"/>
      </w:pPr>
      <w:r>
        <w:tab/>
        <w:t># add to include directory</w:t>
      </w:r>
    </w:p>
    <w:p w:rsidR="005D779B" w:rsidRDefault="005D779B" w:rsidP="008E06E1">
      <w:pPr>
        <w:pStyle w:val="Listing"/>
      </w:pPr>
      <w:r>
        <w:tab/>
        <w:t>include_directories(${CMAKE_CURRENT_SOURCE_DIR}/packages/layout/${dir})</w:t>
      </w:r>
    </w:p>
    <w:p w:rsidR="005D779B" w:rsidRDefault="005D779B" w:rsidP="008E06E1">
      <w:pPr>
        <w:pStyle w:val="Listing"/>
      </w:pPr>
      <w:r>
        <w:tab/>
      </w:r>
    </w:p>
    <w:p w:rsidR="005D779B" w:rsidRDefault="005D779B" w:rsidP="008E06E1">
      <w:pPr>
        <w:pStyle w:val="Listing"/>
      </w:pPr>
      <w:r>
        <w:tab/>
        <w:t># file sources</w:t>
      </w:r>
    </w:p>
    <w:p w:rsidR="005D779B" w:rsidRDefault="005D779B" w:rsidP="008E06E1">
      <w:pPr>
        <w:pStyle w:val="Listing"/>
      </w:pPr>
      <w:r>
        <w:tab/>
        <w:t>file(GLOB current ${CMAKE_CURRENT_SOURCE_DIR}/packages/layout/${dir}/*.cpp)</w:t>
      </w:r>
    </w:p>
    <w:p w:rsidR="005D779B" w:rsidRDefault="005D779B" w:rsidP="008E06E1">
      <w:pPr>
        <w:pStyle w:val="Listing"/>
      </w:pPr>
      <w:r>
        <w:tab/>
      </w:r>
    </w:p>
    <w:p w:rsidR="005D779B" w:rsidRDefault="005D779B" w:rsidP="008E06E1">
      <w:pPr>
        <w:pStyle w:val="Listing"/>
      </w:pPr>
      <w:r>
        <w:tab/>
        <w:t xml:space="preserve"># add sources </w:t>
      </w:r>
    </w:p>
    <w:p w:rsidR="005D779B" w:rsidRDefault="005D779B" w:rsidP="008E06E1">
      <w:pPr>
        <w:pStyle w:val="Listing"/>
      </w:pPr>
      <w:r>
        <w:tab/>
        <w:t>set(LAYOUT_SOURCES ${LAYOUT_SOURCES} ${current})</w:t>
      </w:r>
    </w:p>
    <w:p w:rsidR="005D779B" w:rsidRDefault="005D779B" w:rsidP="008E06E1">
      <w:pPr>
        <w:pStyle w:val="Listing"/>
      </w:pPr>
      <w:r>
        <w:tab/>
      </w:r>
    </w:p>
    <w:p w:rsidR="005D779B" w:rsidRDefault="005D779B" w:rsidP="008E06E1">
      <w:pPr>
        <w:pStyle w:val="Listing"/>
      </w:pPr>
      <w:r>
        <w:tab/>
        <w:t># copy files</w:t>
      </w:r>
    </w:p>
    <w:p w:rsidR="005D779B" w:rsidRDefault="005D779B" w:rsidP="008E06E1">
      <w:pPr>
        <w:pStyle w:val="Listing"/>
      </w:pPr>
      <w:r>
        <w:tab/>
        <w:t>copy_files( ${CMAKE_CURRENT_SOURCE_DIR}/packages/layout/${dir}/</w:t>
      </w:r>
    </w:p>
    <w:p w:rsidR="005D779B" w:rsidRDefault="005D779B" w:rsidP="008E06E1">
      <w:pPr>
        <w:pStyle w:val="Listing"/>
      </w:pPr>
      <w:r>
        <w:tab/>
      </w:r>
      <w:r>
        <w:tab/>
      </w:r>
      <w:r>
        <w:tab/>
      </w:r>
      <w:r>
        <w:tab/>
        <w:t>${CMAKE_SOURCE_DIR}/include/sbml/layout *.h )</w:t>
      </w:r>
    </w:p>
    <w:p w:rsidR="005D779B" w:rsidRDefault="005D779B" w:rsidP="008E06E1">
      <w:pPr>
        <w:pStyle w:val="Listing"/>
      </w:pPr>
      <w:r>
        <w:tab/>
      </w:r>
    </w:p>
    <w:p w:rsidR="005D779B" w:rsidRDefault="005D779B" w:rsidP="008E06E1">
      <w:pPr>
        <w:pStyle w:val="Listing"/>
      </w:pPr>
      <w:r>
        <w:t>endforeach()</w:t>
      </w:r>
    </w:p>
    <w:p w:rsidR="005D779B" w:rsidRDefault="005D779B" w:rsidP="008E06E1">
      <w:pPr>
        <w:pStyle w:val="Listing"/>
      </w:pPr>
    </w:p>
    <w:p w:rsidR="005D779B" w:rsidRDefault="005D779B" w:rsidP="008E06E1">
      <w:pPr>
        <w:pStyle w:val="Listing"/>
      </w:pPr>
      <w:r>
        <w:t xml:space="preserve"># mark header files for installation </w:t>
      </w:r>
    </w:p>
    <w:p w:rsidR="005D779B" w:rsidRDefault="005D779B" w:rsidP="008E06E1">
      <w:pPr>
        <w:pStyle w:val="Listing"/>
      </w:pPr>
      <w:r>
        <w:t>file(GLOB layout_headers ${CMAKE_SOURCE_DIR}/include/sbml/layout/*.h)</w:t>
      </w:r>
    </w:p>
    <w:p w:rsidR="005D779B" w:rsidRDefault="005D779B" w:rsidP="008E06E1">
      <w:pPr>
        <w:pStyle w:val="Listing"/>
      </w:pPr>
      <w:r>
        <w:t>INSTALL(FILES ${layout_headers} DESTINATION include/sbml/layout)</w:t>
      </w:r>
    </w:p>
    <w:p w:rsidR="005D779B" w:rsidRDefault="005D779B" w:rsidP="008E06E1">
      <w:pPr>
        <w:pStyle w:val="Listing"/>
      </w:pPr>
    </w:p>
    <w:p w:rsidR="005D779B" w:rsidRDefault="005D779B" w:rsidP="008E06E1">
      <w:pPr>
        <w:pStyle w:val="Listing"/>
      </w:pPr>
      <w:r>
        <w:t># create source group for IDEs</w:t>
      </w:r>
    </w:p>
    <w:p w:rsidR="005D779B" w:rsidRDefault="005D779B" w:rsidP="008E06E1">
      <w:pPr>
        <w:pStyle w:val="Listing"/>
      </w:pPr>
      <w:r>
        <w:t>source_group(req_package FILES ${LAYOUT_SOURCES})</w:t>
      </w:r>
    </w:p>
    <w:p w:rsidR="005D779B" w:rsidRDefault="005D779B" w:rsidP="008E06E1">
      <w:pPr>
        <w:pStyle w:val="Listing"/>
      </w:pPr>
    </w:p>
    <w:p w:rsidR="005D779B" w:rsidRDefault="005D779B" w:rsidP="008E06E1">
      <w:pPr>
        <w:pStyle w:val="Listing"/>
      </w:pPr>
      <w:r>
        <w:t># add layout sources to SBML sources</w:t>
      </w:r>
    </w:p>
    <w:p w:rsidR="005D779B" w:rsidRDefault="005D779B" w:rsidP="008E06E1">
      <w:pPr>
        <w:pStyle w:val="Listing"/>
      </w:pPr>
      <w:r>
        <w:t>SET(LIBSBML_SOURCES ${LIBSBML_SOURCES} ${LAYOUT_SOURCES})</w:t>
      </w:r>
    </w:p>
    <w:p w:rsidR="005D779B" w:rsidRDefault="005D779B" w:rsidP="008E06E1">
      <w:pPr>
        <w:pStyle w:val="Listing"/>
      </w:pPr>
    </w:p>
    <w:p w:rsidR="005D779B" w:rsidRDefault="005D779B" w:rsidP="008E06E1">
      <w:pPr>
        <w:pStyle w:val="Listing"/>
      </w:pPr>
      <w:r>
        <w:t>####################################################################</w:t>
      </w:r>
    </w:p>
    <w:p w:rsidR="005D779B" w:rsidRDefault="005D779B" w:rsidP="008E06E1">
      <w:pPr>
        <w:pStyle w:val="Listing"/>
      </w:pPr>
      <w:r>
        <w:t>#</w:t>
      </w:r>
    </w:p>
    <w:p w:rsidR="005D779B" w:rsidRDefault="005D779B" w:rsidP="008E06E1">
      <w:pPr>
        <w:pStyle w:val="Listing"/>
      </w:pPr>
      <w:r>
        <w:t># add test scripts</w:t>
      </w:r>
    </w:p>
    <w:p w:rsidR="005D779B" w:rsidRDefault="005D779B" w:rsidP="008E06E1">
      <w:pPr>
        <w:pStyle w:val="Listing"/>
      </w:pPr>
      <w:r>
        <w:t>#</w:t>
      </w:r>
    </w:p>
    <w:p w:rsidR="005D779B" w:rsidRDefault="005D779B" w:rsidP="008E06E1">
      <w:pPr>
        <w:pStyle w:val="Listing"/>
      </w:pPr>
      <w:r>
        <w:t>if(WITH_CHECK)</w:t>
      </w:r>
    </w:p>
    <w:p w:rsidR="005D779B" w:rsidRDefault="005D779B" w:rsidP="008E06E1">
      <w:pPr>
        <w:pStyle w:val="Listing"/>
      </w:pPr>
    </w:p>
    <w:p w:rsidR="005D779B" w:rsidRDefault="005D779B" w:rsidP="008E06E1">
      <w:pPr>
        <w:pStyle w:val="Listing"/>
      </w:pPr>
      <w:r>
        <w:tab/>
        <w:t>add_subdirectory(packages/layout/sbml/test)</w:t>
      </w:r>
    </w:p>
    <w:p w:rsidR="005D779B" w:rsidRDefault="005D779B" w:rsidP="008E06E1">
      <w:pPr>
        <w:pStyle w:val="Listing"/>
      </w:pPr>
    </w:p>
    <w:p w:rsidR="005D779B" w:rsidRDefault="005D779B" w:rsidP="008E06E1">
      <w:pPr>
        <w:pStyle w:val="Listing"/>
      </w:pPr>
      <w:r>
        <w:t>endif()</w:t>
      </w:r>
    </w:p>
    <w:p w:rsidR="005D779B" w:rsidRDefault="005D779B" w:rsidP="008E06E1">
      <w:pPr>
        <w:pStyle w:val="Listing"/>
      </w:pPr>
    </w:p>
    <w:p w:rsidR="005D779B" w:rsidRPr="00E54EBD" w:rsidRDefault="005D779B" w:rsidP="008E06E1">
      <w:pPr>
        <w:pStyle w:val="Listing"/>
      </w:pPr>
      <w:r>
        <w:t>endif()</w:t>
      </w:r>
    </w:p>
    <w:p w:rsidR="005D779B" w:rsidRDefault="005D779B" w:rsidP="00057041">
      <w:pPr>
        <w:pStyle w:val="Heading1"/>
      </w:pPr>
      <w:r>
        <w:t>Compile/Integrate/Remove the package</w:t>
      </w:r>
    </w:p>
    <w:p w:rsidR="005D779B" w:rsidRDefault="005D779B" w:rsidP="00057041">
      <w:r>
        <w:t xml:space="preserve">Once the package is in the above form (or you have obtained it from svn: </w:t>
      </w:r>
      <w:hyperlink r:id="rId7" w:history="1">
        <w:r>
          <w:rPr>
            <w:rStyle w:val="Hyperlink"/>
          </w:rPr>
          <w:t>http://sbml.svn.sourceforge.net/viewvc/sbml/branches/libsbml-packages/layout/</w:t>
        </w:r>
      </w:hyperlink>
      <w:r>
        <w:t xml:space="preserve">) it can be compiled, integrated or removed from the libsbml 5 source tree. This can be done either via the command line, or the graphical cmake-gui application. </w:t>
      </w:r>
    </w:p>
    <w:p w:rsidR="005D779B" w:rsidRDefault="005D779B" w:rsidP="004A37F3">
      <w:pPr>
        <w:pStyle w:val="Heading2"/>
      </w:pPr>
      <w:r>
        <w:t>From the command line</w:t>
      </w:r>
    </w:p>
    <w:p w:rsidR="005D779B" w:rsidRDefault="005D779B" w:rsidP="004A37F3">
      <w:r>
        <w:t xml:space="preserve">Be sure to have cmake installed (and in your PATH). Next, change into the package directory. Next create the build directory: </w:t>
      </w:r>
    </w:p>
    <w:p w:rsidR="005D779B" w:rsidRPr="00E54EBD" w:rsidRDefault="005D779B" w:rsidP="00E54EBD">
      <w:pPr>
        <w:pStyle w:val="Listing"/>
      </w:pPr>
      <w:r w:rsidRPr="00E54EBD">
        <w:t>mkdir build</w:t>
      </w:r>
    </w:p>
    <w:p w:rsidR="005D779B" w:rsidRPr="00E54EBD" w:rsidRDefault="005D779B" w:rsidP="00E54EBD">
      <w:pPr>
        <w:pStyle w:val="Listing"/>
      </w:pPr>
      <w:r w:rsidRPr="00E54EBD">
        <w:t>cd build</w:t>
      </w:r>
    </w:p>
    <w:p w:rsidR="005D779B" w:rsidRDefault="005D779B" w:rsidP="00CC09E9">
      <w:pPr>
        <w:pStyle w:val="Heading3"/>
      </w:pPr>
      <w:r>
        <w:t>Integrating the package</w:t>
      </w:r>
    </w:p>
    <w:p w:rsidR="005D779B" w:rsidRDefault="005D779B" w:rsidP="00AC401D">
      <w:r>
        <w:t>To integrate the package set the MODE variable to “integrate” and specify the libsbml source directory. For example (this has to be written in one line!):</w:t>
      </w:r>
    </w:p>
    <w:p w:rsidR="005D779B" w:rsidRPr="00E54EBD" w:rsidRDefault="005D779B" w:rsidP="00E54EBD">
      <w:pPr>
        <w:pStyle w:val="Listing"/>
      </w:pPr>
      <w:r w:rsidRPr="00E54EBD">
        <w:t xml:space="preserve">cmake </w:t>
      </w:r>
      <w:r w:rsidRPr="00E54EBD">
        <w:br/>
        <w:t xml:space="preserve">     -DMODE:STRING=integrate </w:t>
      </w:r>
    </w:p>
    <w:p w:rsidR="005D779B" w:rsidRPr="00E54EBD" w:rsidRDefault="005D779B" w:rsidP="00E54EBD">
      <w:pPr>
        <w:pStyle w:val="Listing"/>
      </w:pPr>
      <w:r w:rsidRPr="00E54EBD">
        <w:t xml:space="preserve">     -DLIBSBML_SOURCE:STRING=/Users</w:t>
      </w:r>
      <w:r>
        <w:t>/fbergmann</w:t>
      </w:r>
      <w:r w:rsidRPr="00E54EBD">
        <w:t xml:space="preserve">/Development/libsbml-5/ </w:t>
      </w:r>
    </w:p>
    <w:p w:rsidR="005D779B" w:rsidRPr="00E54EBD" w:rsidRDefault="005D779B" w:rsidP="00E54EBD">
      <w:pPr>
        <w:pStyle w:val="Listing"/>
      </w:pPr>
      <w:r w:rsidRPr="00E54EBD">
        <w:t xml:space="preserve">     ..</w:t>
      </w:r>
    </w:p>
    <w:p w:rsidR="005D779B" w:rsidRDefault="005D779B" w:rsidP="00AC401D">
      <w:r>
        <w:t xml:space="preserve">Note the two dots at the end. They indicate that the main CMakeLists.txt file is located one folder down. Once this command is issued the package is integrated with the specified libsbml 5 source tree. </w:t>
      </w:r>
    </w:p>
    <w:p w:rsidR="005D779B" w:rsidRDefault="005D779B" w:rsidP="00CC09E9">
      <w:pPr>
        <w:pStyle w:val="Heading3"/>
      </w:pPr>
      <w:r>
        <w:t>Compiling the package</w:t>
      </w:r>
    </w:p>
    <w:p w:rsidR="005D779B" w:rsidRDefault="005D779B" w:rsidP="00CC09E9">
      <w:r>
        <w:t>To compile the package set the MODE variable to “compile” and specify the libsbml source directory, and a libsbml 5 library you want to link against. For example (this has to be written in one line!):</w:t>
      </w:r>
    </w:p>
    <w:p w:rsidR="005D779B" w:rsidRPr="00E54EBD" w:rsidRDefault="005D779B" w:rsidP="00E54EBD">
      <w:pPr>
        <w:pStyle w:val="Listing"/>
      </w:pPr>
      <w:r w:rsidRPr="00E54EBD">
        <w:t xml:space="preserve">cmake </w:t>
      </w:r>
      <w:r w:rsidRPr="00E54EBD">
        <w:br/>
        <w:t xml:space="preserve">     -DMODE:STRING=compile </w:t>
      </w:r>
    </w:p>
    <w:p w:rsidR="005D779B" w:rsidRPr="00E54EBD" w:rsidRDefault="005D779B" w:rsidP="00E54EBD">
      <w:pPr>
        <w:pStyle w:val="Listing"/>
      </w:pPr>
      <w:r w:rsidRPr="00E54EBD">
        <w:t xml:space="preserve">     -DLIBSBML_SOURCE:STRING=/Users/fbergmann/Development/libsbml-5/ </w:t>
      </w:r>
    </w:p>
    <w:p w:rsidR="005D779B" w:rsidRPr="00E54EBD" w:rsidRDefault="005D779B" w:rsidP="00E54EBD">
      <w:pPr>
        <w:pStyle w:val="Listing"/>
      </w:pPr>
      <w:r w:rsidRPr="00E54EBD">
        <w:t xml:space="preserve">     -DLIBSBML_LIBS:FILEPATH</w:t>
      </w:r>
    </w:p>
    <w:p w:rsidR="005D779B" w:rsidRPr="00E54EBD" w:rsidRDefault="005D779B" w:rsidP="00E54EBD">
      <w:pPr>
        <w:pStyle w:val="Listing"/>
      </w:pPr>
      <w:r w:rsidRPr="00E54EBD">
        <w:t xml:space="preserve">      =/Users/fbergmann/Development/libsbml-5/build/lib/libsbml.dylib  ..</w:t>
      </w:r>
    </w:p>
    <w:p w:rsidR="005D779B" w:rsidRPr="00CC09E9" w:rsidRDefault="005D779B" w:rsidP="00CC09E9">
      <w:r>
        <w:t xml:space="preserve">Note the two dots at the end. They indicate that the main CMakeLists.txt file is located one folder down. Typing make after this will compile the package. </w:t>
      </w:r>
    </w:p>
    <w:p w:rsidR="005D779B" w:rsidRPr="00CC09E9" w:rsidRDefault="005D779B" w:rsidP="00CC09E9">
      <w:pPr>
        <w:pStyle w:val="Heading3"/>
      </w:pPr>
      <w:r>
        <w:t>Removing the package</w:t>
      </w:r>
    </w:p>
    <w:p w:rsidR="005D779B" w:rsidRDefault="005D779B" w:rsidP="00D40303">
      <w:r>
        <w:t>To remove the package set the MODE variable to “remove” and specify the libsbml source directory. For example (this has to be written in one line!):</w:t>
      </w:r>
    </w:p>
    <w:p w:rsidR="005D779B" w:rsidRPr="00E54EBD" w:rsidRDefault="005D779B" w:rsidP="00E54EBD">
      <w:pPr>
        <w:pStyle w:val="Listing"/>
      </w:pPr>
      <w:r w:rsidRPr="00E54EBD">
        <w:t xml:space="preserve">cmake </w:t>
      </w:r>
      <w:r w:rsidRPr="00E54EBD">
        <w:br/>
        <w:t xml:space="preserve">     -DMODE:STRING=remove</w:t>
      </w:r>
    </w:p>
    <w:p w:rsidR="005D779B" w:rsidRPr="00E54EBD" w:rsidRDefault="005D779B" w:rsidP="00E54EBD">
      <w:pPr>
        <w:pStyle w:val="Listing"/>
      </w:pPr>
      <w:r w:rsidRPr="00E54EBD">
        <w:t xml:space="preserve">     -DLIBSBML_SOURCE:STRING=/Users/fbergmann /Development/libsbml-5/ </w:t>
      </w:r>
    </w:p>
    <w:p w:rsidR="005D779B" w:rsidRPr="00E54EBD" w:rsidRDefault="005D779B" w:rsidP="00E54EBD">
      <w:pPr>
        <w:pStyle w:val="Listing"/>
      </w:pPr>
      <w:r w:rsidRPr="00E54EBD">
        <w:t xml:space="preserve">     ..</w:t>
      </w:r>
    </w:p>
    <w:p w:rsidR="005D779B" w:rsidRDefault="005D779B" w:rsidP="00D40303">
      <w:r>
        <w:t xml:space="preserve">Note the two dots at the end. They indicate that the main CMakeLists.txt file is located one folder down. Once this command is issued the package is removed from the specified libsbml 5 source tree. </w:t>
      </w:r>
    </w:p>
    <w:p w:rsidR="005D779B" w:rsidRDefault="005D779B" w:rsidP="004A37F3">
      <w:pPr>
        <w:pStyle w:val="Heading2"/>
      </w:pPr>
      <w:r>
        <w:t>From CMake GUI</w:t>
      </w:r>
    </w:p>
    <w:p w:rsidR="005D779B" w:rsidRPr="00E54EBD" w:rsidRDefault="005D779B" w:rsidP="00E54EBD">
      <w:r>
        <w:t xml:space="preserve">The configuration can also be made in a graphical interface. Here one simply locates the package directory. Again binaries are built in a separate folder here ‘test’. To integrate/configure/remove the package the MODE variable is set to its corresponding value and the user clicks on Configure and then Generate. </w:t>
      </w:r>
    </w:p>
    <w:p w:rsidR="005D779B" w:rsidRDefault="005D779B" w:rsidP="002C3E40">
      <w:r w:rsidRPr="000D790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24.5pt;height:249.75pt;visibility:visible">
            <v:imagedata r:id="rId8" o:title=""/>
          </v:shape>
        </w:pict>
      </w:r>
    </w:p>
    <w:p w:rsidR="005D779B" w:rsidRPr="002C3E40" w:rsidRDefault="005D779B" w:rsidP="002C3E40">
      <w:r>
        <w:t xml:space="preserve">If the package is to be compiled and debugged, it might be useful to select an IDE as generator. To change the generator: go to the File menu and delete the cache. The next time configure is hit the generator can be chosen from a menu. </w:t>
      </w:r>
    </w:p>
    <w:p w:rsidR="005D779B" w:rsidRDefault="005D779B" w:rsidP="00AD1E2C">
      <w:pPr>
        <w:pStyle w:val="Heading1"/>
      </w:pPr>
      <w:r>
        <w:t>References</w:t>
      </w:r>
    </w:p>
    <w:p w:rsidR="005D779B" w:rsidRDefault="005D779B" w:rsidP="00AD1E2C">
      <w:r>
        <w:t xml:space="preserve">SWIG: </w:t>
      </w:r>
      <w:hyperlink r:id="rId9" w:history="1">
        <w:r w:rsidRPr="0095588F">
          <w:rPr>
            <w:rStyle w:val="Hyperlink"/>
          </w:rPr>
          <w:t>http://www.swig.org/</w:t>
        </w:r>
      </w:hyperlink>
    </w:p>
    <w:p w:rsidR="005D779B" w:rsidRPr="00AD1E2C" w:rsidRDefault="005D779B" w:rsidP="00AD1E2C">
      <w:r>
        <w:t xml:space="preserve">CMAKE: </w:t>
      </w:r>
      <w:hyperlink r:id="rId10" w:history="1">
        <w:r w:rsidRPr="0095588F">
          <w:rPr>
            <w:rStyle w:val="Hyperlink"/>
          </w:rPr>
          <w:t>http://www.cmake.org/</w:t>
        </w:r>
      </w:hyperlink>
      <w:r>
        <w:t xml:space="preserve"> </w:t>
      </w:r>
    </w:p>
    <w:sectPr w:rsidR="005D779B" w:rsidRPr="00AD1E2C" w:rsidSect="00A65FDC">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C624E"/>
    <w:multiLevelType w:val="hybridMultilevel"/>
    <w:tmpl w:val="729C45F8"/>
    <w:lvl w:ilvl="0" w:tplc="5CF4987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2D305176"/>
    <w:multiLevelType w:val="hybridMultilevel"/>
    <w:tmpl w:val="AA9CA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C111B6D"/>
    <w:multiLevelType w:val="hybridMultilevel"/>
    <w:tmpl w:val="CABAF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3"/>
  <w:embedSystemFont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0004"/>
    <w:rsid w:val="000468B5"/>
    <w:rsid w:val="00057041"/>
    <w:rsid w:val="00063A96"/>
    <w:rsid w:val="000D7900"/>
    <w:rsid w:val="00115136"/>
    <w:rsid w:val="00127CB3"/>
    <w:rsid w:val="0013115A"/>
    <w:rsid w:val="00162BB7"/>
    <w:rsid w:val="001B6A1B"/>
    <w:rsid w:val="00235ADB"/>
    <w:rsid w:val="002401E3"/>
    <w:rsid w:val="00272006"/>
    <w:rsid w:val="0028219F"/>
    <w:rsid w:val="00283C67"/>
    <w:rsid w:val="002A2769"/>
    <w:rsid w:val="002C2D64"/>
    <w:rsid w:val="002C3E40"/>
    <w:rsid w:val="002E6512"/>
    <w:rsid w:val="002F6AEF"/>
    <w:rsid w:val="003076B2"/>
    <w:rsid w:val="00313174"/>
    <w:rsid w:val="00335477"/>
    <w:rsid w:val="00372E7D"/>
    <w:rsid w:val="003A3DDD"/>
    <w:rsid w:val="003E1F14"/>
    <w:rsid w:val="003E3E3E"/>
    <w:rsid w:val="003E5AE9"/>
    <w:rsid w:val="004912A6"/>
    <w:rsid w:val="004A0492"/>
    <w:rsid w:val="004A37F3"/>
    <w:rsid w:val="004A47C2"/>
    <w:rsid w:val="00507969"/>
    <w:rsid w:val="00513D7C"/>
    <w:rsid w:val="00517E02"/>
    <w:rsid w:val="005515F5"/>
    <w:rsid w:val="005B2EE0"/>
    <w:rsid w:val="005D779B"/>
    <w:rsid w:val="00615B38"/>
    <w:rsid w:val="00633C77"/>
    <w:rsid w:val="00642A90"/>
    <w:rsid w:val="00643835"/>
    <w:rsid w:val="00651311"/>
    <w:rsid w:val="006D1B25"/>
    <w:rsid w:val="006D1CC2"/>
    <w:rsid w:val="006F1358"/>
    <w:rsid w:val="006F6FE1"/>
    <w:rsid w:val="0070280C"/>
    <w:rsid w:val="00727AF9"/>
    <w:rsid w:val="00782563"/>
    <w:rsid w:val="007B229D"/>
    <w:rsid w:val="00802270"/>
    <w:rsid w:val="0083459A"/>
    <w:rsid w:val="0086005E"/>
    <w:rsid w:val="00863D2E"/>
    <w:rsid w:val="00870494"/>
    <w:rsid w:val="008A377F"/>
    <w:rsid w:val="008C5685"/>
    <w:rsid w:val="008C63F6"/>
    <w:rsid w:val="008E06E1"/>
    <w:rsid w:val="00912612"/>
    <w:rsid w:val="00914A2B"/>
    <w:rsid w:val="009411CC"/>
    <w:rsid w:val="0095588F"/>
    <w:rsid w:val="009A1B94"/>
    <w:rsid w:val="009C2A60"/>
    <w:rsid w:val="009E6EBB"/>
    <w:rsid w:val="00A65FDC"/>
    <w:rsid w:val="00A960B9"/>
    <w:rsid w:val="00AA224A"/>
    <w:rsid w:val="00AC401D"/>
    <w:rsid w:val="00AC5BB2"/>
    <w:rsid w:val="00AD1E2C"/>
    <w:rsid w:val="00B372D3"/>
    <w:rsid w:val="00B57E65"/>
    <w:rsid w:val="00B733F9"/>
    <w:rsid w:val="00BA0707"/>
    <w:rsid w:val="00C075F9"/>
    <w:rsid w:val="00C93E15"/>
    <w:rsid w:val="00CB0004"/>
    <w:rsid w:val="00CC09E9"/>
    <w:rsid w:val="00CD5800"/>
    <w:rsid w:val="00D2289E"/>
    <w:rsid w:val="00D40303"/>
    <w:rsid w:val="00D56620"/>
    <w:rsid w:val="00D82F79"/>
    <w:rsid w:val="00DA202B"/>
    <w:rsid w:val="00DA44C3"/>
    <w:rsid w:val="00E005D4"/>
    <w:rsid w:val="00E07A0B"/>
    <w:rsid w:val="00E43D79"/>
    <w:rsid w:val="00E54EBD"/>
    <w:rsid w:val="00E5521B"/>
    <w:rsid w:val="00E55379"/>
    <w:rsid w:val="00E56486"/>
    <w:rsid w:val="00E83521"/>
    <w:rsid w:val="00EC3451"/>
    <w:rsid w:val="00ED0FBE"/>
    <w:rsid w:val="00F06092"/>
    <w:rsid w:val="00F060C0"/>
    <w:rsid w:val="00F263BE"/>
    <w:rsid w:val="00F378F5"/>
    <w:rsid w:val="00F533FC"/>
    <w:rsid w:val="00FB39D7"/>
    <w:rsid w:val="00FE1963"/>
    <w:rsid w:val="00FF27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15A"/>
    <w:pPr>
      <w:spacing w:after="120"/>
      <w:jc w:val="both"/>
    </w:pPr>
    <w:rPr>
      <w:sz w:val="24"/>
      <w:szCs w:val="24"/>
    </w:rPr>
  </w:style>
  <w:style w:type="paragraph" w:styleId="Heading1">
    <w:name w:val="heading 1"/>
    <w:basedOn w:val="Normal"/>
    <w:next w:val="Normal"/>
    <w:link w:val="Heading1Char"/>
    <w:uiPriority w:val="99"/>
    <w:qFormat/>
    <w:rsid w:val="00CB0004"/>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9"/>
    <w:qFormat/>
    <w:rsid w:val="00ED0FBE"/>
    <w:pPr>
      <w:keepNext/>
      <w:keepLines/>
      <w:spacing w:before="200" w:after="0"/>
      <w:outlineLvl w:val="1"/>
    </w:pPr>
    <w:rPr>
      <w:rFonts w:ascii="Calibri" w:eastAsia="Times New Roman" w:hAnsi="Calibri"/>
      <w:b/>
      <w:bCs/>
      <w:color w:val="4F81BD"/>
      <w:sz w:val="26"/>
      <w:szCs w:val="26"/>
    </w:rPr>
  </w:style>
  <w:style w:type="paragraph" w:styleId="Heading3">
    <w:name w:val="heading 3"/>
    <w:basedOn w:val="Normal"/>
    <w:next w:val="Normal"/>
    <w:link w:val="Heading3Char"/>
    <w:uiPriority w:val="99"/>
    <w:qFormat/>
    <w:rsid w:val="002401E3"/>
    <w:pPr>
      <w:keepNext/>
      <w:keepLines/>
      <w:spacing w:before="200" w:after="0"/>
      <w:outlineLvl w:val="2"/>
    </w:pPr>
    <w:rPr>
      <w:rFonts w:ascii="Calibri" w:eastAsia="Times New Roman" w:hAnsi="Calibri"/>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0004"/>
    <w:rPr>
      <w:rFonts w:ascii="Calibri" w:hAnsi="Calibri" w:cs="Times New Roman"/>
      <w:b/>
      <w:bCs/>
      <w:color w:val="345A8A"/>
      <w:sz w:val="32"/>
      <w:szCs w:val="32"/>
    </w:rPr>
  </w:style>
  <w:style w:type="character" w:customStyle="1" w:styleId="Heading2Char">
    <w:name w:val="Heading 2 Char"/>
    <w:basedOn w:val="DefaultParagraphFont"/>
    <w:link w:val="Heading2"/>
    <w:uiPriority w:val="99"/>
    <w:locked/>
    <w:rsid w:val="00ED0FBE"/>
    <w:rPr>
      <w:rFonts w:ascii="Calibri" w:hAnsi="Calibri" w:cs="Times New Roman"/>
      <w:b/>
      <w:bCs/>
      <w:color w:val="4F81BD"/>
      <w:sz w:val="26"/>
      <w:szCs w:val="26"/>
    </w:rPr>
  </w:style>
  <w:style w:type="character" w:customStyle="1" w:styleId="Heading3Char">
    <w:name w:val="Heading 3 Char"/>
    <w:basedOn w:val="DefaultParagraphFont"/>
    <w:link w:val="Heading3"/>
    <w:uiPriority w:val="99"/>
    <w:locked/>
    <w:rsid w:val="002401E3"/>
    <w:rPr>
      <w:rFonts w:ascii="Calibri" w:hAnsi="Calibri" w:cs="Times New Roman"/>
      <w:b/>
      <w:bCs/>
      <w:color w:val="4F81BD"/>
    </w:rPr>
  </w:style>
  <w:style w:type="paragraph" w:customStyle="1" w:styleId="Heading">
    <w:name w:val="Heading"/>
    <w:basedOn w:val="Normal"/>
    <w:uiPriority w:val="99"/>
    <w:rsid w:val="00CB0004"/>
  </w:style>
  <w:style w:type="paragraph" w:styleId="ListParagraph">
    <w:name w:val="List Paragraph"/>
    <w:basedOn w:val="Normal"/>
    <w:uiPriority w:val="99"/>
    <w:qFormat/>
    <w:rsid w:val="00D2289E"/>
    <w:pPr>
      <w:ind w:left="720"/>
      <w:contextualSpacing/>
    </w:pPr>
  </w:style>
  <w:style w:type="character" w:styleId="Hyperlink">
    <w:name w:val="Hyperlink"/>
    <w:basedOn w:val="DefaultParagraphFont"/>
    <w:uiPriority w:val="99"/>
    <w:semiHidden/>
    <w:rsid w:val="00FB39D7"/>
    <w:rPr>
      <w:rFonts w:cs="Times New Roman"/>
      <w:color w:val="0000FF"/>
      <w:u w:val="single"/>
    </w:rPr>
  </w:style>
  <w:style w:type="paragraph" w:customStyle="1" w:styleId="Listing">
    <w:name w:val="Listing"/>
    <w:basedOn w:val="Normal"/>
    <w:autoRedefine/>
    <w:uiPriority w:val="99"/>
    <w:rsid w:val="00E54EBD"/>
    <w:pPr>
      <w:contextualSpacing/>
      <w:jc w:val="left"/>
    </w:pPr>
    <w:rPr>
      <w:rFonts w:ascii="Courier" w:hAnsi="Courier"/>
      <w:noProof/>
      <w:sz w:val="20"/>
      <w:szCs w:val="20"/>
    </w:rPr>
  </w:style>
  <w:style w:type="paragraph" w:styleId="BalloonText">
    <w:name w:val="Balloon Text"/>
    <w:basedOn w:val="Normal"/>
    <w:link w:val="BalloonTextChar"/>
    <w:uiPriority w:val="99"/>
    <w:rsid w:val="00E54EBD"/>
    <w:pPr>
      <w:spacing w:after="0"/>
    </w:pPr>
    <w:rPr>
      <w:rFonts w:ascii="Tahoma" w:hAnsi="Tahoma" w:cs="Tahoma"/>
      <w:sz w:val="16"/>
      <w:szCs w:val="16"/>
    </w:rPr>
  </w:style>
  <w:style w:type="character" w:customStyle="1" w:styleId="BalloonTextChar">
    <w:name w:val="Balloon Text Char"/>
    <w:basedOn w:val="DefaultParagraphFont"/>
    <w:link w:val="BalloonText"/>
    <w:uiPriority w:val="99"/>
    <w:locked/>
    <w:rsid w:val="00E54EBD"/>
    <w:rPr>
      <w:rFonts w:ascii="Tahoma" w:hAnsi="Tahoma" w:cs="Tahoma"/>
      <w:sz w:val="16"/>
      <w:szCs w:val="16"/>
    </w:rPr>
  </w:style>
  <w:style w:type="character" w:styleId="FollowedHyperlink">
    <w:name w:val="FollowedHyperlink"/>
    <w:basedOn w:val="DefaultParagraphFont"/>
    <w:uiPriority w:val="99"/>
    <w:rsid w:val="000468B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bml.svn.sourceforge.net/viewvc/sbml/branches/libsbml-packages/layou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ml.svn.sourceforge.net/viewvc/sbml/branches/libsbml-packages/" TargetMode="External"/><Relationship Id="rId11" Type="http://schemas.openxmlformats.org/officeDocument/2006/relationships/fontTable" Target="fontTable.xml"/><Relationship Id="rId5" Type="http://schemas.openxmlformats.org/officeDocument/2006/relationships/hyperlink" Target="http://sbml.svn.sourceforge.net/viewvc/sbml/branches/libsbml-5/docs/" TargetMode="External"/><Relationship Id="rId10" Type="http://schemas.openxmlformats.org/officeDocument/2006/relationships/hyperlink" Target="http://www.cmake.org/" TargetMode="External"/><Relationship Id="rId4" Type="http://schemas.openxmlformats.org/officeDocument/2006/relationships/webSettings" Target="webSettings.xml"/><Relationship Id="rId9" Type="http://schemas.openxmlformats.org/officeDocument/2006/relationships/hyperlink" Target="http://www.swi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11</Pages>
  <Words>2765</Words>
  <Characters>15765</Characters>
  <Application>Microsoft Office Outlook</Application>
  <DocSecurity>0</DocSecurity>
  <Lines>0</Lines>
  <Paragraphs>0</Paragraphs>
  <ScaleCrop>false</ScaleCrop>
  <Company>Caltech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Integration of libSBML packages with the libsbml source tree</dc:title>
  <dc:subject>Integration of packages</dc:subject>
  <dc:creator>Frank T. Bergmann</dc:creator>
  <cp:keywords>libsbml,cmake,packages</cp:keywords>
  <dc:description/>
  <cp:lastModifiedBy>Sarah Keating</cp:lastModifiedBy>
  <cp:revision>2</cp:revision>
  <cp:lastPrinted>2010-12-31T01:17:00Z</cp:lastPrinted>
  <dcterms:created xsi:type="dcterms:W3CDTF">2010-12-31T11:55:00Z</dcterms:created>
  <dcterms:modified xsi:type="dcterms:W3CDTF">2010-12-31T11:55:00Z</dcterms:modified>
  <cp:category>integration</cp:category>
</cp:coreProperties>
</file>